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D73" w:rsidRDefault="00667D73" w:rsidP="005164EA">
      <w:pPr>
        <w:keepLines/>
        <w:spacing w:after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Zał. Nr 1c</w:t>
      </w:r>
    </w:p>
    <w:p w:rsidR="00667D73" w:rsidRDefault="00667D73" w:rsidP="005164EA">
      <w:pPr>
        <w:keepLines/>
        <w:spacing w:after="0"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</w:t>
      </w:r>
    </w:p>
    <w:p w:rsidR="00667D73" w:rsidRDefault="00667D73" w:rsidP="005164EA">
      <w:pPr>
        <w:keepLines/>
        <w:spacing w:after="0" w:line="240" w:lineRule="auto"/>
        <w:rPr>
          <w:sz w:val="4"/>
          <w:szCs w:val="4"/>
        </w:rPr>
      </w:pPr>
      <w:r>
        <w:rPr>
          <w:sz w:val="22"/>
          <w:szCs w:val="22"/>
        </w:rPr>
        <w:t>(dane adresowe firmy Wykonawcy)</w:t>
      </w:r>
    </w:p>
    <w:p w:rsidR="00667D73" w:rsidRDefault="00667D73" w:rsidP="005164EA">
      <w:pPr>
        <w:pStyle w:val="Nagwek3"/>
      </w:pPr>
      <w:r w:rsidRPr="00302403">
        <w:t xml:space="preserve">FORMULARZ CENOWY </w:t>
      </w:r>
    </w:p>
    <w:p w:rsidR="00667D73" w:rsidRPr="005164EA" w:rsidRDefault="00667D73" w:rsidP="005164EA">
      <w:pPr>
        <w:pStyle w:val="Nagwek3"/>
        <w:rPr>
          <w:sz w:val="24"/>
          <w:szCs w:val="24"/>
        </w:rPr>
      </w:pPr>
      <w:r w:rsidRPr="005164EA">
        <w:t xml:space="preserve"> </w:t>
      </w:r>
      <w:r w:rsidRPr="005164EA">
        <w:rPr>
          <w:sz w:val="24"/>
          <w:szCs w:val="24"/>
        </w:rPr>
        <w:t>CZ. III. - ODBIÓR I ZAGOSPODAROWANIE ODPADÓW Z PSZOK W MIEJSCOWOŚCIACH : KROTOSZYN, KOBYLIN, SULMIERZYCE I ZDUNY</w:t>
      </w:r>
    </w:p>
    <w:tbl>
      <w:tblPr>
        <w:tblW w:w="14055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582"/>
        <w:gridCol w:w="7229"/>
        <w:gridCol w:w="1204"/>
        <w:gridCol w:w="71"/>
        <w:gridCol w:w="1644"/>
        <w:gridCol w:w="57"/>
        <w:gridCol w:w="1418"/>
        <w:gridCol w:w="1850"/>
      </w:tblGrid>
      <w:tr w:rsidR="00667D73" w:rsidRPr="00C47589">
        <w:trPr>
          <w:trHeight w:val="227"/>
        </w:trPr>
        <w:tc>
          <w:tcPr>
            <w:tcW w:w="14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E93C5A" w:rsidRDefault="00667D73" w:rsidP="00E93C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E93C5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KOBYLIN</w:t>
            </w:r>
          </w:p>
        </w:tc>
      </w:tr>
      <w:tr w:rsidR="00667D73" w:rsidRPr="00C47589">
        <w:trPr>
          <w:trHeight w:val="73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7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Wielkość szacunkowa w Mg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Cena za 1 Mg (netto)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Wartość</w:t>
            </w:r>
          </w:p>
        </w:tc>
      </w:tr>
      <w:tr w:rsidR="00667D73" w:rsidRPr="0018484F">
        <w:trPr>
          <w:trHeight w:val="283"/>
        </w:trPr>
        <w:tc>
          <w:tcPr>
            <w:tcW w:w="14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I. ODPADY KOMUNALNE  Z PUNKTU SELEKTYWNEJ ZBIÓRKI ODPADÓW KOMUNALNYCH ZAGOSPODAROWYWANE PRZEZ WYKONAWCĘ</w:t>
            </w: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EB6D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D0636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bioodpadów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800,0000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EB6D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D0636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 papier (w tym tektury, odpady opakowaniowe z papieru i odpady opakowaniowe z tektury)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EB6D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D0636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szkło (w tym odpady opakowaniowe ze szkła)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EB6D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D0636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metale, tworzywa sztuczne (odpady metali, w tym odpady opakowaniowe z metali, odpady tworzyw sztucznych, w tym odpady opakowaniowe tworzyw sztucznych oraz odpady opakowaniowe wielomateriałowe)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EB6D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D0636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 meble i inne odpady wielkogabarytowe stanowiące odpady komunalne, odpady w postaci zużytego sprzętu elektrycznego i elektronicznego, powstające w gospodarstwach domowych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EB6D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D0636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zużyte opony powstające w gospodarstwach domowych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EB6D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D0636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 odpady budowlane i rozbiórkowe powstające w gospodarstwach domowych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110,0000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EB6D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D0636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przeterminowane leki, i chemikalia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0,1000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EB6D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D0636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strzykawki oraz odpady niekwalifikujące się do odpadów medycznych, powstałe w gospodarstwie domowym w wyniku przyjmowania produktów leczniczych w formie iniekcji i prowadzenia monitoringu poziomu substancji we krwi, w szczególności igieł i strzykawek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0,0100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EB6D8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D06366">
              <w:rPr>
                <w:rFonts w:ascii="Calibri" w:hAnsi="Calibri" w:cs="Calibri"/>
                <w:color w:val="000000"/>
                <w:sz w:val="22"/>
                <w:szCs w:val="22"/>
              </w:rPr>
              <w:t>transport do instalacji popiołów i żużlu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0636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D0636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C47589">
        <w:trPr>
          <w:trHeight w:val="227"/>
        </w:trPr>
        <w:tc>
          <w:tcPr>
            <w:tcW w:w="14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E93C5A" w:rsidRDefault="00667D73" w:rsidP="00E93C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E93C5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KROTOSZYN</w:t>
            </w:r>
          </w:p>
        </w:tc>
      </w:tr>
      <w:tr w:rsidR="00667D73" w:rsidRPr="00C47589">
        <w:trPr>
          <w:trHeight w:val="794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7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Wielkość szacunkowa w Mg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Cena za 1 Mg (netto)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Wartość</w:t>
            </w:r>
          </w:p>
        </w:tc>
      </w:tr>
      <w:tr w:rsidR="00667D73" w:rsidRPr="0018484F">
        <w:trPr>
          <w:trHeight w:val="283"/>
        </w:trPr>
        <w:tc>
          <w:tcPr>
            <w:tcW w:w="14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I. ODPADY KOMUNALNE  Z PUNKTU SELEKTYWNEJ ZBIÓRKI ODPADÓW KOMUNALNYCH ZAGOSPODAROWYWANE PRZEZ WYKONAWCĘ</w:t>
            </w: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EB6D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bioodpadów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631E0B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31E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620,0000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EB6D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 papier (w tym tektury, odpady opakowaniowe z papieru i odpady opakowaniowe z tektury)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631E0B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31E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EB6D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szkło (w tym odpady opakowaniowe ze szkła)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631E0B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31E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EB6D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metale, tworzywa sztuczne (odpady metali, w tym odpady opakowaniowe z metali, odpady tworzyw sztucznych, w tym odpady opakowaniowe tworzyw sztucznych oraz odpady opakowaniowe wielomateriałowe)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631E0B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31E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EB6D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 meble i inne odpady wielkogabarytowe stanowiące odpady komunalne, odpady w postaci zużytego sprzętu elektrycznego i elektronicznego, powstające w gospodarstwach domowych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631E0B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31E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EB6D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zużyte opony powstające w gospodarstwach domowych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631E0B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31E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EB6D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 odpady budowlane i rozbiórkowe powstające w gospodarstwach domowych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631E0B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31E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500,0000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EB6D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przeterminowane leki, i chemikalia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631E0B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31E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0,1000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EB6D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strzykawki oraz odpady niekwalifikujące się do odpadów medycznych, powstałe w gospodarstwie domowym w wyniku przyjmowania produktów leczniczych w formie iniekcji i prowadzenia monitoringu poziomu substancji we krwi, w szczególności igieł i strzykawek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631E0B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31E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0,0100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18484F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EB6D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transport do instalacji popiołów i żużlu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F1D96">
              <w:rPr>
                <w:rFonts w:ascii="Calibri" w:hAnsi="Calibri" w:cs="Calibri"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631E0B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31E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4F1D9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667D73" w:rsidRDefault="00667D73" w:rsidP="002F3C91">
      <w:pPr>
        <w:pStyle w:val="Header"/>
        <w:tabs>
          <w:tab w:val="clear" w:pos="4536"/>
          <w:tab w:val="clear" w:pos="9072"/>
        </w:tabs>
        <w:ind w:left="991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667D73" w:rsidRDefault="00667D73" w:rsidP="002F3C91">
      <w:pPr>
        <w:pStyle w:val="Header"/>
        <w:tabs>
          <w:tab w:val="clear" w:pos="4536"/>
          <w:tab w:val="clear" w:pos="9072"/>
        </w:tabs>
        <w:ind w:left="9912"/>
        <w:jc w:val="both"/>
        <w:rPr>
          <w:sz w:val="22"/>
          <w:szCs w:val="22"/>
        </w:rPr>
      </w:pPr>
    </w:p>
    <w:p w:rsidR="00667D73" w:rsidRDefault="00667D73" w:rsidP="002F3C91">
      <w:pPr>
        <w:pStyle w:val="Header"/>
        <w:tabs>
          <w:tab w:val="clear" w:pos="4536"/>
          <w:tab w:val="clear" w:pos="9072"/>
        </w:tabs>
        <w:ind w:left="9912"/>
        <w:jc w:val="both"/>
        <w:rPr>
          <w:sz w:val="22"/>
          <w:szCs w:val="22"/>
        </w:rPr>
      </w:pPr>
    </w:p>
    <w:p w:rsidR="00667D73" w:rsidRDefault="00667D73" w:rsidP="002F3C91">
      <w:pPr>
        <w:pStyle w:val="Header"/>
        <w:tabs>
          <w:tab w:val="clear" w:pos="4536"/>
          <w:tab w:val="clear" w:pos="9072"/>
        </w:tabs>
        <w:ind w:left="9912"/>
        <w:jc w:val="both"/>
        <w:rPr>
          <w:sz w:val="22"/>
          <w:szCs w:val="22"/>
        </w:rPr>
      </w:pPr>
    </w:p>
    <w:p w:rsidR="00667D73" w:rsidRDefault="00667D73" w:rsidP="002F3C91">
      <w:pPr>
        <w:pStyle w:val="Header"/>
        <w:tabs>
          <w:tab w:val="clear" w:pos="4536"/>
          <w:tab w:val="clear" w:pos="9072"/>
        </w:tabs>
        <w:ind w:left="9912"/>
        <w:jc w:val="both"/>
        <w:rPr>
          <w:sz w:val="22"/>
          <w:szCs w:val="22"/>
        </w:rPr>
      </w:pPr>
    </w:p>
    <w:p w:rsidR="00667D73" w:rsidRDefault="00667D73" w:rsidP="002F3C91">
      <w:pPr>
        <w:pStyle w:val="Header"/>
        <w:tabs>
          <w:tab w:val="clear" w:pos="4536"/>
          <w:tab w:val="clear" w:pos="9072"/>
        </w:tabs>
        <w:ind w:left="9912"/>
        <w:jc w:val="both"/>
        <w:rPr>
          <w:sz w:val="22"/>
          <w:szCs w:val="22"/>
        </w:rPr>
      </w:pPr>
    </w:p>
    <w:p w:rsidR="00667D73" w:rsidRPr="00753A90" w:rsidRDefault="00667D73" w:rsidP="002F3C91">
      <w:pPr>
        <w:pStyle w:val="Header"/>
        <w:tabs>
          <w:tab w:val="clear" w:pos="4536"/>
          <w:tab w:val="clear" w:pos="9072"/>
        </w:tabs>
        <w:ind w:left="9912"/>
        <w:jc w:val="both"/>
        <w:rPr>
          <w:sz w:val="10"/>
          <w:szCs w:val="10"/>
        </w:rPr>
      </w:pPr>
    </w:p>
    <w:tbl>
      <w:tblPr>
        <w:tblW w:w="14055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582"/>
        <w:gridCol w:w="7229"/>
        <w:gridCol w:w="1204"/>
        <w:gridCol w:w="71"/>
        <w:gridCol w:w="1644"/>
        <w:gridCol w:w="57"/>
        <w:gridCol w:w="1418"/>
        <w:gridCol w:w="1850"/>
      </w:tblGrid>
      <w:tr w:rsidR="00667D73" w:rsidRPr="00C47589">
        <w:trPr>
          <w:trHeight w:val="227"/>
        </w:trPr>
        <w:tc>
          <w:tcPr>
            <w:tcW w:w="14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E93C5A" w:rsidRDefault="00667D73" w:rsidP="00E93C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E93C5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SULMIERZYCE</w:t>
            </w:r>
          </w:p>
        </w:tc>
      </w:tr>
      <w:tr w:rsidR="00667D73" w:rsidRPr="00C47589">
        <w:trPr>
          <w:trHeight w:val="73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7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Wielkość szacunkowa w Mg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Cena za 1 Mg (netto)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Wartość</w:t>
            </w:r>
          </w:p>
        </w:tc>
      </w:tr>
      <w:tr w:rsidR="00667D73" w:rsidRPr="0018484F">
        <w:trPr>
          <w:trHeight w:val="227"/>
        </w:trPr>
        <w:tc>
          <w:tcPr>
            <w:tcW w:w="14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I. ODPADY KOMUNALNE  Z PUNKTU SELEKTYWNEJ ZBIÓRKI ODPADÓW KOMUNALNYCH ZAGOSPODAROWYWANE PRZEZ WYKONAWCĘ</w:t>
            </w: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bioodpadów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 papier (w tym tektury, odpady opakowaniowe z papieru i odpady opakowaniowe z tektury)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szkło (w tym odpady opakowaniowe ze szkła)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metale, tworzywa sztuczne (odpady metali, w tym odpady opakowaniowe z metali, odpady tworzyw sztucznych, w tym odpady opakowaniowe tworzyw sztucznych oraz odpady opakowaniowe wielomateriałowe)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 meble i inne odpady wielkogabarytowe stanowiące odpady komunalne, odpady w postaci zużytego sprzętu elektrycznego i elektronicznego, powstające w gospodarstwach domowych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zużyte opony powstające w gospodarstwach domowych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 odpady budowlane i rozbiórkowe powstające w gospodarstwach domowych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przeterminowane leki, i chemikalia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0,1000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strzykawki oraz odpady niekwalifikujące się do odpadów medycznych, powstałe w gospodarstwie domowym w wyniku przyjmowania produktów leczniczych w formie iniekcji i prowadzenia monitoringu poziomu substancji we krwi, w szczególności igieł i strzykawek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0,0100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do instalacji popiołów i żużlu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667D73" w:rsidRPr="007639C3" w:rsidRDefault="00667D73" w:rsidP="00EB6D87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:rsidR="00667D73" w:rsidRDefault="00667D73" w:rsidP="00EB6D87">
      <w:pPr>
        <w:spacing w:after="0" w:line="240" w:lineRule="auto"/>
        <w:ind w:left="2121" w:hanging="2302"/>
        <w:rPr>
          <w:sz w:val="22"/>
          <w:szCs w:val="22"/>
        </w:rPr>
      </w:pPr>
    </w:p>
    <w:p w:rsidR="00667D73" w:rsidRDefault="00667D73" w:rsidP="00EB6D87">
      <w:pPr>
        <w:spacing w:after="0" w:line="240" w:lineRule="auto"/>
        <w:ind w:left="2121" w:hanging="2302"/>
        <w:rPr>
          <w:sz w:val="22"/>
          <w:szCs w:val="22"/>
        </w:rPr>
      </w:pPr>
    </w:p>
    <w:p w:rsidR="00667D73" w:rsidRDefault="00667D73" w:rsidP="00EB6D87">
      <w:pPr>
        <w:spacing w:after="0" w:line="240" w:lineRule="auto"/>
        <w:ind w:left="2121" w:hanging="2302"/>
        <w:rPr>
          <w:sz w:val="22"/>
          <w:szCs w:val="22"/>
        </w:rPr>
      </w:pPr>
    </w:p>
    <w:p w:rsidR="00667D73" w:rsidRDefault="00667D73" w:rsidP="00EB6D87"/>
    <w:tbl>
      <w:tblPr>
        <w:tblW w:w="14055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582"/>
        <w:gridCol w:w="7229"/>
        <w:gridCol w:w="1204"/>
        <w:gridCol w:w="71"/>
        <w:gridCol w:w="1644"/>
        <w:gridCol w:w="57"/>
        <w:gridCol w:w="1418"/>
        <w:gridCol w:w="1850"/>
      </w:tblGrid>
      <w:tr w:rsidR="00667D73" w:rsidRPr="00C47589">
        <w:trPr>
          <w:trHeight w:val="227"/>
        </w:trPr>
        <w:tc>
          <w:tcPr>
            <w:tcW w:w="14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E93C5A" w:rsidRDefault="00667D73" w:rsidP="00631E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E93C5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ZDUNY</w:t>
            </w:r>
          </w:p>
        </w:tc>
      </w:tr>
      <w:tr w:rsidR="00667D73" w:rsidRPr="00C47589">
        <w:trPr>
          <w:trHeight w:val="794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7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Wielkość szacunkowa w Mg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Cena za 1 Mg (netto)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7D73" w:rsidRPr="005E5786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Wartość</w:t>
            </w:r>
          </w:p>
        </w:tc>
      </w:tr>
      <w:tr w:rsidR="00667D73" w:rsidRPr="0018484F">
        <w:trPr>
          <w:trHeight w:val="227"/>
        </w:trPr>
        <w:tc>
          <w:tcPr>
            <w:tcW w:w="14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667D73" w:rsidRPr="005E5786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E57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I. ODPADY KOMUNALNE  Z PUNKTU SELEKTYWNEJ ZBIÓRKI ODPADÓW KOMUNALNYCH ZAGOSPODAROWYWANE PRZEZ WYKONAWCĘ</w:t>
            </w: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bioodpadów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170,0000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 papier (w tym tektury, odpady opakowaniowe z papieru i odpady opakowaniowe z tektury)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szkło (w tym odpady opakowaniowe ze szkła)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metale, tworzywa sztuczne (odpady metali, w tym odpady opakowaniowe z metali, odpady tworzyw sztucznych, w tym odpady opakowaniowe tworzyw sztucznych oraz odpady opakowaniowe wielomateriałowe)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 meble i inne odpady wielkogabarytowe stanowiące odpady komunalne, odpady w postaci zużytego sprzętu elektrycznego i elektronicznego, powstające w gospodarstwach domowych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zużyte opony powstające w gospodarstwach domowych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 odpady budowlane i rozbiórkowe powstające w gospodarstwach domowych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150,0000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przeterminowane leki, i chemikalia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0,1000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i zagospodarowanie: strzykawki oraz odpady niekwalifikujące się do odpadów medycznych, powstałe w gospodarstwie domowym w wyniku przyjmowania produktów leczniczych w formie iniekcji i prowadzenia monitoringu poziomu substancji we krwi, w szczególności igieł i strzykawek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0,0100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EB6D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7639C3">
              <w:rPr>
                <w:rFonts w:ascii="Calibri" w:hAnsi="Calibri" w:cs="Calibri"/>
                <w:color w:val="000000"/>
                <w:sz w:val="22"/>
                <w:szCs w:val="22"/>
              </w:rPr>
              <w:t>transport do instalacji popiołów i żużlu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7639C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639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Default="00667D73" w:rsidP="00DB627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7D73" w:rsidRPr="007639C3">
        <w:trPr>
          <w:trHeight w:val="227"/>
        </w:trPr>
        <w:tc>
          <w:tcPr>
            <w:tcW w:w="122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631E0B" w:rsidRDefault="00667D73" w:rsidP="00631E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631E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WARTOŚĆ ZAMÓWIENIA NETTO (suma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poz.</w:t>
            </w:r>
            <w:r w:rsidRPr="00631E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I, II, III, IV) 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631E0B" w:rsidRDefault="00667D73" w:rsidP="00631E0B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bookmarkStart w:id="0" w:name="_GoBack"/>
            <w:bookmarkEnd w:id="0"/>
          </w:p>
        </w:tc>
      </w:tr>
      <w:tr w:rsidR="00667D73" w:rsidRPr="007639C3">
        <w:trPr>
          <w:trHeight w:val="227"/>
        </w:trPr>
        <w:tc>
          <w:tcPr>
            <w:tcW w:w="122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631E0B" w:rsidRDefault="00667D73" w:rsidP="00631E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631E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PODATEK VAT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67D73" w:rsidRPr="00631E0B" w:rsidRDefault="00667D73" w:rsidP="00631E0B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667D73" w:rsidRPr="007639C3">
        <w:trPr>
          <w:trHeight w:val="227"/>
        </w:trPr>
        <w:tc>
          <w:tcPr>
            <w:tcW w:w="122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7D73" w:rsidRPr="00631E0B" w:rsidRDefault="00667D73" w:rsidP="00631E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631E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 ZAMÓWIENIA BRUTTO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67D73" w:rsidRPr="00631E0B" w:rsidRDefault="00667D73" w:rsidP="00631E0B">
            <w:pPr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</w:tbl>
    <w:p w:rsidR="00667D73" w:rsidRDefault="00667D73" w:rsidP="007C3A09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667D73" w:rsidRPr="005164EA" w:rsidRDefault="00667D73" w:rsidP="005164EA">
      <w:pPr>
        <w:pStyle w:val="BodyText"/>
        <w:jc w:val="both"/>
        <w:rPr>
          <w:b/>
          <w:bCs/>
        </w:rPr>
      </w:pPr>
      <w:r w:rsidRPr="005164EA">
        <w:rPr>
          <w:b/>
          <w:bCs/>
        </w:rPr>
        <w:t>Uwaga: Plik należy podpisać kwalifikowanym podpisem elektronicznym lub podpisem zaufanym (ePUAP) lub podpisem osobistym                         (e-dowód  z warstwą cyfrową)</w:t>
      </w:r>
    </w:p>
    <w:sectPr w:rsidR="00667D73" w:rsidRPr="005164EA" w:rsidSect="005164EA">
      <w:footerReference w:type="default" r:id="rId7"/>
      <w:pgSz w:w="16838" w:h="11906" w:orient="landscape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D73" w:rsidRDefault="00667D73">
      <w:pPr>
        <w:spacing w:after="0" w:line="240" w:lineRule="auto"/>
      </w:pPr>
      <w:r>
        <w:separator/>
      </w:r>
    </w:p>
  </w:endnote>
  <w:endnote w:type="continuationSeparator" w:id="0">
    <w:p w:rsidR="00667D73" w:rsidRDefault="00667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D73" w:rsidRDefault="00667D73" w:rsidP="00251CB4">
    <w:pPr>
      <w:pStyle w:val="Footer"/>
      <w:pBdr>
        <w:top w:val="single" w:sz="4" w:space="1" w:color="auto"/>
      </w:pBdr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D73" w:rsidRDefault="00667D73">
      <w:pPr>
        <w:spacing w:after="0" w:line="240" w:lineRule="auto"/>
      </w:pPr>
      <w:r>
        <w:separator/>
      </w:r>
    </w:p>
  </w:footnote>
  <w:footnote w:type="continuationSeparator" w:id="0">
    <w:p w:rsidR="00667D73" w:rsidRDefault="00667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53EA6"/>
    <w:multiLevelType w:val="hybridMultilevel"/>
    <w:tmpl w:val="8D6C0B56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61EBF"/>
    <w:multiLevelType w:val="hybridMultilevel"/>
    <w:tmpl w:val="8D6C0B56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22F17"/>
    <w:multiLevelType w:val="hybridMultilevel"/>
    <w:tmpl w:val="8D6C0B56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4717C"/>
    <w:multiLevelType w:val="hybridMultilevel"/>
    <w:tmpl w:val="8D6C0B56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95F7D"/>
    <w:multiLevelType w:val="hybridMultilevel"/>
    <w:tmpl w:val="47FAB410"/>
    <w:lvl w:ilvl="0" w:tplc="973C7B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66B8"/>
    <w:rsid w:val="00000664"/>
    <w:rsid w:val="00000E5A"/>
    <w:rsid w:val="0000199D"/>
    <w:rsid w:val="00001B89"/>
    <w:rsid w:val="00003D25"/>
    <w:rsid w:val="000044AE"/>
    <w:rsid w:val="000046E1"/>
    <w:rsid w:val="000052B3"/>
    <w:rsid w:val="00005913"/>
    <w:rsid w:val="00005950"/>
    <w:rsid w:val="0000675A"/>
    <w:rsid w:val="00006B1A"/>
    <w:rsid w:val="00010510"/>
    <w:rsid w:val="00011E79"/>
    <w:rsid w:val="00012158"/>
    <w:rsid w:val="0001325E"/>
    <w:rsid w:val="00013F5C"/>
    <w:rsid w:val="00014684"/>
    <w:rsid w:val="00015830"/>
    <w:rsid w:val="00015EAF"/>
    <w:rsid w:val="000168AC"/>
    <w:rsid w:val="000168F1"/>
    <w:rsid w:val="00016A99"/>
    <w:rsid w:val="00016DE2"/>
    <w:rsid w:val="00020FC4"/>
    <w:rsid w:val="000211D1"/>
    <w:rsid w:val="000231B2"/>
    <w:rsid w:val="000244BF"/>
    <w:rsid w:val="00024CFA"/>
    <w:rsid w:val="00024E58"/>
    <w:rsid w:val="00025C23"/>
    <w:rsid w:val="000261CA"/>
    <w:rsid w:val="00026279"/>
    <w:rsid w:val="00027820"/>
    <w:rsid w:val="00027F2C"/>
    <w:rsid w:val="0003124A"/>
    <w:rsid w:val="000318B4"/>
    <w:rsid w:val="00032B4D"/>
    <w:rsid w:val="0003367A"/>
    <w:rsid w:val="00033EEF"/>
    <w:rsid w:val="00035709"/>
    <w:rsid w:val="00035C82"/>
    <w:rsid w:val="0003772A"/>
    <w:rsid w:val="00037927"/>
    <w:rsid w:val="0004092C"/>
    <w:rsid w:val="0004272B"/>
    <w:rsid w:val="00043337"/>
    <w:rsid w:val="0004388A"/>
    <w:rsid w:val="0004513A"/>
    <w:rsid w:val="00045800"/>
    <w:rsid w:val="00045B89"/>
    <w:rsid w:val="00050236"/>
    <w:rsid w:val="0005089A"/>
    <w:rsid w:val="000508AE"/>
    <w:rsid w:val="00051B9E"/>
    <w:rsid w:val="000538BC"/>
    <w:rsid w:val="00053E59"/>
    <w:rsid w:val="000545E7"/>
    <w:rsid w:val="0005564E"/>
    <w:rsid w:val="00055BB6"/>
    <w:rsid w:val="000574CB"/>
    <w:rsid w:val="00057D4E"/>
    <w:rsid w:val="000619FC"/>
    <w:rsid w:val="00064475"/>
    <w:rsid w:val="000653D2"/>
    <w:rsid w:val="00065685"/>
    <w:rsid w:val="00067DB4"/>
    <w:rsid w:val="00070246"/>
    <w:rsid w:val="000716BC"/>
    <w:rsid w:val="000733B5"/>
    <w:rsid w:val="00074DD3"/>
    <w:rsid w:val="00074F8F"/>
    <w:rsid w:val="0007508E"/>
    <w:rsid w:val="0007535E"/>
    <w:rsid w:val="000760EB"/>
    <w:rsid w:val="000809A3"/>
    <w:rsid w:val="00081046"/>
    <w:rsid w:val="000820BE"/>
    <w:rsid w:val="00082447"/>
    <w:rsid w:val="0008303C"/>
    <w:rsid w:val="0008334F"/>
    <w:rsid w:val="0008371E"/>
    <w:rsid w:val="00083DE8"/>
    <w:rsid w:val="0008430C"/>
    <w:rsid w:val="000855F5"/>
    <w:rsid w:val="000856A2"/>
    <w:rsid w:val="00085F4B"/>
    <w:rsid w:val="00085F93"/>
    <w:rsid w:val="00085F94"/>
    <w:rsid w:val="00090827"/>
    <w:rsid w:val="00091BAC"/>
    <w:rsid w:val="00092AEA"/>
    <w:rsid w:val="00095530"/>
    <w:rsid w:val="0009568C"/>
    <w:rsid w:val="0009600C"/>
    <w:rsid w:val="000960B0"/>
    <w:rsid w:val="00097D25"/>
    <w:rsid w:val="000A0B0D"/>
    <w:rsid w:val="000A2134"/>
    <w:rsid w:val="000A30E8"/>
    <w:rsid w:val="000A37A0"/>
    <w:rsid w:val="000A3C1D"/>
    <w:rsid w:val="000A4C46"/>
    <w:rsid w:val="000A5F89"/>
    <w:rsid w:val="000A5F9B"/>
    <w:rsid w:val="000A6044"/>
    <w:rsid w:val="000A6FEF"/>
    <w:rsid w:val="000B01C8"/>
    <w:rsid w:val="000B0AB6"/>
    <w:rsid w:val="000B1C8B"/>
    <w:rsid w:val="000B28EE"/>
    <w:rsid w:val="000B2D2B"/>
    <w:rsid w:val="000B4122"/>
    <w:rsid w:val="000B4DEA"/>
    <w:rsid w:val="000B5E5A"/>
    <w:rsid w:val="000B6AF7"/>
    <w:rsid w:val="000C0716"/>
    <w:rsid w:val="000C1643"/>
    <w:rsid w:val="000C1CC7"/>
    <w:rsid w:val="000C2821"/>
    <w:rsid w:val="000C2A18"/>
    <w:rsid w:val="000C3239"/>
    <w:rsid w:val="000C3876"/>
    <w:rsid w:val="000C3914"/>
    <w:rsid w:val="000C55BE"/>
    <w:rsid w:val="000C611E"/>
    <w:rsid w:val="000C77B2"/>
    <w:rsid w:val="000C7B52"/>
    <w:rsid w:val="000D0149"/>
    <w:rsid w:val="000D0ECF"/>
    <w:rsid w:val="000D1279"/>
    <w:rsid w:val="000D169A"/>
    <w:rsid w:val="000D18A7"/>
    <w:rsid w:val="000D18A9"/>
    <w:rsid w:val="000D27D7"/>
    <w:rsid w:val="000D3083"/>
    <w:rsid w:val="000D3174"/>
    <w:rsid w:val="000D3810"/>
    <w:rsid w:val="000D4917"/>
    <w:rsid w:val="000D5140"/>
    <w:rsid w:val="000D5C58"/>
    <w:rsid w:val="000D77C9"/>
    <w:rsid w:val="000E0EBB"/>
    <w:rsid w:val="000E1B47"/>
    <w:rsid w:val="000E1BDC"/>
    <w:rsid w:val="000E4DAB"/>
    <w:rsid w:val="000E6C33"/>
    <w:rsid w:val="000E7DC4"/>
    <w:rsid w:val="000F002E"/>
    <w:rsid w:val="000F0FBC"/>
    <w:rsid w:val="000F208C"/>
    <w:rsid w:val="000F29AF"/>
    <w:rsid w:val="000F391F"/>
    <w:rsid w:val="000F4101"/>
    <w:rsid w:val="000F43C2"/>
    <w:rsid w:val="000F4E6A"/>
    <w:rsid w:val="000F50BA"/>
    <w:rsid w:val="000F58D1"/>
    <w:rsid w:val="000F6433"/>
    <w:rsid w:val="001025CE"/>
    <w:rsid w:val="00102EE4"/>
    <w:rsid w:val="00104414"/>
    <w:rsid w:val="00105472"/>
    <w:rsid w:val="00105CB8"/>
    <w:rsid w:val="00106385"/>
    <w:rsid w:val="00106D56"/>
    <w:rsid w:val="00107B52"/>
    <w:rsid w:val="00110092"/>
    <w:rsid w:val="00110B08"/>
    <w:rsid w:val="00110B99"/>
    <w:rsid w:val="0011121E"/>
    <w:rsid w:val="001118FF"/>
    <w:rsid w:val="00111A74"/>
    <w:rsid w:val="00113027"/>
    <w:rsid w:val="0011389D"/>
    <w:rsid w:val="0011389F"/>
    <w:rsid w:val="001141F2"/>
    <w:rsid w:val="00115A81"/>
    <w:rsid w:val="0011696B"/>
    <w:rsid w:val="00117E8F"/>
    <w:rsid w:val="00120D8C"/>
    <w:rsid w:val="001213C1"/>
    <w:rsid w:val="001217C4"/>
    <w:rsid w:val="0012403C"/>
    <w:rsid w:val="00125C4A"/>
    <w:rsid w:val="00126C93"/>
    <w:rsid w:val="001277C0"/>
    <w:rsid w:val="00130589"/>
    <w:rsid w:val="00133322"/>
    <w:rsid w:val="00133503"/>
    <w:rsid w:val="001335ED"/>
    <w:rsid w:val="00133827"/>
    <w:rsid w:val="001359A2"/>
    <w:rsid w:val="00137572"/>
    <w:rsid w:val="001423A0"/>
    <w:rsid w:val="00142E36"/>
    <w:rsid w:val="00143286"/>
    <w:rsid w:val="00144C66"/>
    <w:rsid w:val="00144F03"/>
    <w:rsid w:val="00145C80"/>
    <w:rsid w:val="00146243"/>
    <w:rsid w:val="001462C0"/>
    <w:rsid w:val="00147753"/>
    <w:rsid w:val="00147F51"/>
    <w:rsid w:val="00151215"/>
    <w:rsid w:val="00151770"/>
    <w:rsid w:val="00152057"/>
    <w:rsid w:val="0015230F"/>
    <w:rsid w:val="00152E99"/>
    <w:rsid w:val="00152FED"/>
    <w:rsid w:val="00153495"/>
    <w:rsid w:val="00153FC9"/>
    <w:rsid w:val="0015439A"/>
    <w:rsid w:val="00155B65"/>
    <w:rsid w:val="001566C9"/>
    <w:rsid w:val="001568B3"/>
    <w:rsid w:val="001577FF"/>
    <w:rsid w:val="001579CC"/>
    <w:rsid w:val="00157B1B"/>
    <w:rsid w:val="001606A2"/>
    <w:rsid w:val="001618A2"/>
    <w:rsid w:val="00161C2B"/>
    <w:rsid w:val="00162852"/>
    <w:rsid w:val="00162AE2"/>
    <w:rsid w:val="001634BB"/>
    <w:rsid w:val="0016406C"/>
    <w:rsid w:val="00164220"/>
    <w:rsid w:val="00164871"/>
    <w:rsid w:val="00166BB1"/>
    <w:rsid w:val="00166ED9"/>
    <w:rsid w:val="00167320"/>
    <w:rsid w:val="00167A00"/>
    <w:rsid w:val="00167DFA"/>
    <w:rsid w:val="001703FB"/>
    <w:rsid w:val="001717A6"/>
    <w:rsid w:val="001722BA"/>
    <w:rsid w:val="00172CCF"/>
    <w:rsid w:val="00174E3B"/>
    <w:rsid w:val="0017582A"/>
    <w:rsid w:val="00176884"/>
    <w:rsid w:val="00176E6A"/>
    <w:rsid w:val="00177633"/>
    <w:rsid w:val="00180DF6"/>
    <w:rsid w:val="001815E9"/>
    <w:rsid w:val="00181920"/>
    <w:rsid w:val="00181BAD"/>
    <w:rsid w:val="001823C0"/>
    <w:rsid w:val="00182FE2"/>
    <w:rsid w:val="00184720"/>
    <w:rsid w:val="0018484F"/>
    <w:rsid w:val="00184CD3"/>
    <w:rsid w:val="00186E42"/>
    <w:rsid w:val="0018739A"/>
    <w:rsid w:val="00187E28"/>
    <w:rsid w:val="00190289"/>
    <w:rsid w:val="00190B68"/>
    <w:rsid w:val="00190C30"/>
    <w:rsid w:val="001937D2"/>
    <w:rsid w:val="00194504"/>
    <w:rsid w:val="00194DC4"/>
    <w:rsid w:val="00195B21"/>
    <w:rsid w:val="001971F3"/>
    <w:rsid w:val="0019797C"/>
    <w:rsid w:val="001A04E0"/>
    <w:rsid w:val="001A09FB"/>
    <w:rsid w:val="001A0D92"/>
    <w:rsid w:val="001A2536"/>
    <w:rsid w:val="001A2708"/>
    <w:rsid w:val="001A3669"/>
    <w:rsid w:val="001A43F7"/>
    <w:rsid w:val="001A48EA"/>
    <w:rsid w:val="001A6A72"/>
    <w:rsid w:val="001A6C91"/>
    <w:rsid w:val="001A7535"/>
    <w:rsid w:val="001A78C7"/>
    <w:rsid w:val="001A7DAC"/>
    <w:rsid w:val="001B14C8"/>
    <w:rsid w:val="001B1CC9"/>
    <w:rsid w:val="001B1D69"/>
    <w:rsid w:val="001B25D4"/>
    <w:rsid w:val="001B2CB8"/>
    <w:rsid w:val="001B2FF4"/>
    <w:rsid w:val="001B3760"/>
    <w:rsid w:val="001B401D"/>
    <w:rsid w:val="001B4555"/>
    <w:rsid w:val="001B4726"/>
    <w:rsid w:val="001B4A5C"/>
    <w:rsid w:val="001B5D04"/>
    <w:rsid w:val="001B5F84"/>
    <w:rsid w:val="001B6656"/>
    <w:rsid w:val="001B74C5"/>
    <w:rsid w:val="001B780A"/>
    <w:rsid w:val="001B7EA6"/>
    <w:rsid w:val="001C0A20"/>
    <w:rsid w:val="001C0B64"/>
    <w:rsid w:val="001C1432"/>
    <w:rsid w:val="001C1DB2"/>
    <w:rsid w:val="001C2838"/>
    <w:rsid w:val="001C4E1A"/>
    <w:rsid w:val="001C5111"/>
    <w:rsid w:val="001C6E6B"/>
    <w:rsid w:val="001D32F0"/>
    <w:rsid w:val="001D3E8A"/>
    <w:rsid w:val="001D4159"/>
    <w:rsid w:val="001D7496"/>
    <w:rsid w:val="001D7A39"/>
    <w:rsid w:val="001D7F8B"/>
    <w:rsid w:val="001E01F2"/>
    <w:rsid w:val="001E0C8A"/>
    <w:rsid w:val="001E2F09"/>
    <w:rsid w:val="001E336F"/>
    <w:rsid w:val="001E3870"/>
    <w:rsid w:val="001E54EC"/>
    <w:rsid w:val="001E55B7"/>
    <w:rsid w:val="001F0310"/>
    <w:rsid w:val="001F035C"/>
    <w:rsid w:val="001F058C"/>
    <w:rsid w:val="001F0A0D"/>
    <w:rsid w:val="001F0E13"/>
    <w:rsid w:val="001F213A"/>
    <w:rsid w:val="001F283B"/>
    <w:rsid w:val="001F3514"/>
    <w:rsid w:val="001F37F6"/>
    <w:rsid w:val="001F3D56"/>
    <w:rsid w:val="001F43C1"/>
    <w:rsid w:val="001F7C0D"/>
    <w:rsid w:val="002008E1"/>
    <w:rsid w:val="0020163C"/>
    <w:rsid w:val="00202E54"/>
    <w:rsid w:val="00204818"/>
    <w:rsid w:val="0020635D"/>
    <w:rsid w:val="00206FE7"/>
    <w:rsid w:val="00211D80"/>
    <w:rsid w:val="002133EF"/>
    <w:rsid w:val="00214A53"/>
    <w:rsid w:val="00215362"/>
    <w:rsid w:val="00215B3E"/>
    <w:rsid w:val="00216134"/>
    <w:rsid w:val="0021681F"/>
    <w:rsid w:val="00216C4B"/>
    <w:rsid w:val="00217102"/>
    <w:rsid w:val="002172AF"/>
    <w:rsid w:val="0021751B"/>
    <w:rsid w:val="002229E2"/>
    <w:rsid w:val="00222CEC"/>
    <w:rsid w:val="00222F29"/>
    <w:rsid w:val="00230428"/>
    <w:rsid w:val="00230F2C"/>
    <w:rsid w:val="002314B6"/>
    <w:rsid w:val="00231CCC"/>
    <w:rsid w:val="00231D92"/>
    <w:rsid w:val="00232591"/>
    <w:rsid w:val="00233768"/>
    <w:rsid w:val="00234C88"/>
    <w:rsid w:val="00236F9A"/>
    <w:rsid w:val="002379B4"/>
    <w:rsid w:val="002408AD"/>
    <w:rsid w:val="002412C5"/>
    <w:rsid w:val="00241BF6"/>
    <w:rsid w:val="00242F15"/>
    <w:rsid w:val="00243BBB"/>
    <w:rsid w:val="00243DEC"/>
    <w:rsid w:val="0024434D"/>
    <w:rsid w:val="00244AB7"/>
    <w:rsid w:val="002459C3"/>
    <w:rsid w:val="00245B1C"/>
    <w:rsid w:val="00246273"/>
    <w:rsid w:val="00246904"/>
    <w:rsid w:val="00246A94"/>
    <w:rsid w:val="002505F8"/>
    <w:rsid w:val="00250B5A"/>
    <w:rsid w:val="00251CB4"/>
    <w:rsid w:val="002521C2"/>
    <w:rsid w:val="00252332"/>
    <w:rsid w:val="00253102"/>
    <w:rsid w:val="00253686"/>
    <w:rsid w:val="0025421E"/>
    <w:rsid w:val="00255267"/>
    <w:rsid w:val="00256028"/>
    <w:rsid w:val="002570C5"/>
    <w:rsid w:val="00260A10"/>
    <w:rsid w:val="002612BB"/>
    <w:rsid w:val="002616D9"/>
    <w:rsid w:val="00261801"/>
    <w:rsid w:val="002629F2"/>
    <w:rsid w:val="00263C84"/>
    <w:rsid w:val="00264CD2"/>
    <w:rsid w:val="0026525C"/>
    <w:rsid w:val="00265CBE"/>
    <w:rsid w:val="00270710"/>
    <w:rsid w:val="00270FFA"/>
    <w:rsid w:val="00271A32"/>
    <w:rsid w:val="00272360"/>
    <w:rsid w:val="002734D4"/>
    <w:rsid w:val="00273A87"/>
    <w:rsid w:val="00274D10"/>
    <w:rsid w:val="00280063"/>
    <w:rsid w:val="00280C2E"/>
    <w:rsid w:val="002812DC"/>
    <w:rsid w:val="002819EB"/>
    <w:rsid w:val="002821B3"/>
    <w:rsid w:val="002832BC"/>
    <w:rsid w:val="002855AB"/>
    <w:rsid w:val="002859B0"/>
    <w:rsid w:val="00285E72"/>
    <w:rsid w:val="00285F2D"/>
    <w:rsid w:val="00285FDB"/>
    <w:rsid w:val="0028704C"/>
    <w:rsid w:val="002878E7"/>
    <w:rsid w:val="002902B8"/>
    <w:rsid w:val="00290C63"/>
    <w:rsid w:val="00290D15"/>
    <w:rsid w:val="00291F25"/>
    <w:rsid w:val="00294740"/>
    <w:rsid w:val="002964CD"/>
    <w:rsid w:val="00296CA8"/>
    <w:rsid w:val="002A1839"/>
    <w:rsid w:val="002A189F"/>
    <w:rsid w:val="002A325B"/>
    <w:rsid w:val="002A51BB"/>
    <w:rsid w:val="002A52B7"/>
    <w:rsid w:val="002A6886"/>
    <w:rsid w:val="002A6ECC"/>
    <w:rsid w:val="002B00A8"/>
    <w:rsid w:val="002B1730"/>
    <w:rsid w:val="002B2F75"/>
    <w:rsid w:val="002B32D8"/>
    <w:rsid w:val="002B3CE6"/>
    <w:rsid w:val="002B5129"/>
    <w:rsid w:val="002B558B"/>
    <w:rsid w:val="002B58EF"/>
    <w:rsid w:val="002B60D6"/>
    <w:rsid w:val="002B678B"/>
    <w:rsid w:val="002B681D"/>
    <w:rsid w:val="002B6AEC"/>
    <w:rsid w:val="002B730E"/>
    <w:rsid w:val="002B7A5B"/>
    <w:rsid w:val="002C0501"/>
    <w:rsid w:val="002C06FF"/>
    <w:rsid w:val="002C0D19"/>
    <w:rsid w:val="002C0DB8"/>
    <w:rsid w:val="002C1206"/>
    <w:rsid w:val="002C1FBA"/>
    <w:rsid w:val="002C2305"/>
    <w:rsid w:val="002C258F"/>
    <w:rsid w:val="002C2881"/>
    <w:rsid w:val="002C3D73"/>
    <w:rsid w:val="002C4341"/>
    <w:rsid w:val="002C443C"/>
    <w:rsid w:val="002C517A"/>
    <w:rsid w:val="002C5AA5"/>
    <w:rsid w:val="002C6192"/>
    <w:rsid w:val="002D0038"/>
    <w:rsid w:val="002D023F"/>
    <w:rsid w:val="002D1A3F"/>
    <w:rsid w:val="002D2883"/>
    <w:rsid w:val="002D39F2"/>
    <w:rsid w:val="002D45DE"/>
    <w:rsid w:val="002D48A3"/>
    <w:rsid w:val="002D5503"/>
    <w:rsid w:val="002D6D60"/>
    <w:rsid w:val="002D772C"/>
    <w:rsid w:val="002D7919"/>
    <w:rsid w:val="002E052C"/>
    <w:rsid w:val="002E0A9D"/>
    <w:rsid w:val="002E154C"/>
    <w:rsid w:val="002E3144"/>
    <w:rsid w:val="002E55E8"/>
    <w:rsid w:val="002E631B"/>
    <w:rsid w:val="002E657B"/>
    <w:rsid w:val="002E678F"/>
    <w:rsid w:val="002E73F2"/>
    <w:rsid w:val="002F03CD"/>
    <w:rsid w:val="002F0851"/>
    <w:rsid w:val="002F114E"/>
    <w:rsid w:val="002F1FAD"/>
    <w:rsid w:val="002F22A9"/>
    <w:rsid w:val="002F22DC"/>
    <w:rsid w:val="002F22FC"/>
    <w:rsid w:val="002F2F00"/>
    <w:rsid w:val="002F30E3"/>
    <w:rsid w:val="002F3C91"/>
    <w:rsid w:val="002F4A26"/>
    <w:rsid w:val="002F606B"/>
    <w:rsid w:val="002F607C"/>
    <w:rsid w:val="002F6956"/>
    <w:rsid w:val="002F6B97"/>
    <w:rsid w:val="002F7795"/>
    <w:rsid w:val="002F7872"/>
    <w:rsid w:val="002F7D5B"/>
    <w:rsid w:val="00300FC7"/>
    <w:rsid w:val="0030114B"/>
    <w:rsid w:val="003018FB"/>
    <w:rsid w:val="00301983"/>
    <w:rsid w:val="0030235C"/>
    <w:rsid w:val="00302403"/>
    <w:rsid w:val="003045CC"/>
    <w:rsid w:val="00305D86"/>
    <w:rsid w:val="003066E1"/>
    <w:rsid w:val="00306E6A"/>
    <w:rsid w:val="00310387"/>
    <w:rsid w:val="00310640"/>
    <w:rsid w:val="0031117B"/>
    <w:rsid w:val="0031174B"/>
    <w:rsid w:val="00311FAA"/>
    <w:rsid w:val="003125C1"/>
    <w:rsid w:val="00314086"/>
    <w:rsid w:val="00315069"/>
    <w:rsid w:val="003153BD"/>
    <w:rsid w:val="00316F34"/>
    <w:rsid w:val="003172FC"/>
    <w:rsid w:val="00317B4D"/>
    <w:rsid w:val="00320D05"/>
    <w:rsid w:val="00320EBF"/>
    <w:rsid w:val="00322EA9"/>
    <w:rsid w:val="00323478"/>
    <w:rsid w:val="00325A41"/>
    <w:rsid w:val="00325BA7"/>
    <w:rsid w:val="00325BC0"/>
    <w:rsid w:val="00326960"/>
    <w:rsid w:val="003272AB"/>
    <w:rsid w:val="00327C2A"/>
    <w:rsid w:val="003309B9"/>
    <w:rsid w:val="00330B28"/>
    <w:rsid w:val="00331147"/>
    <w:rsid w:val="003337C9"/>
    <w:rsid w:val="00334881"/>
    <w:rsid w:val="00335148"/>
    <w:rsid w:val="00335898"/>
    <w:rsid w:val="00335BA2"/>
    <w:rsid w:val="00335F13"/>
    <w:rsid w:val="00336150"/>
    <w:rsid w:val="003377C3"/>
    <w:rsid w:val="00337864"/>
    <w:rsid w:val="00337E89"/>
    <w:rsid w:val="003401F1"/>
    <w:rsid w:val="0034086C"/>
    <w:rsid w:val="003429C4"/>
    <w:rsid w:val="003430DE"/>
    <w:rsid w:val="00343670"/>
    <w:rsid w:val="0034458C"/>
    <w:rsid w:val="003446B7"/>
    <w:rsid w:val="0034526F"/>
    <w:rsid w:val="00345EB9"/>
    <w:rsid w:val="00346360"/>
    <w:rsid w:val="003475C6"/>
    <w:rsid w:val="00347A8E"/>
    <w:rsid w:val="00347C2D"/>
    <w:rsid w:val="003516C7"/>
    <w:rsid w:val="00352C99"/>
    <w:rsid w:val="00352CCE"/>
    <w:rsid w:val="00353016"/>
    <w:rsid w:val="0035381F"/>
    <w:rsid w:val="00353E68"/>
    <w:rsid w:val="003542DE"/>
    <w:rsid w:val="0035470D"/>
    <w:rsid w:val="00355794"/>
    <w:rsid w:val="00355A6F"/>
    <w:rsid w:val="00355BD6"/>
    <w:rsid w:val="00356AD9"/>
    <w:rsid w:val="003600E4"/>
    <w:rsid w:val="00360A6E"/>
    <w:rsid w:val="0036229D"/>
    <w:rsid w:val="003634FD"/>
    <w:rsid w:val="00363A6F"/>
    <w:rsid w:val="003648D2"/>
    <w:rsid w:val="003649C3"/>
    <w:rsid w:val="003669BF"/>
    <w:rsid w:val="00370D97"/>
    <w:rsid w:val="00371052"/>
    <w:rsid w:val="003712BE"/>
    <w:rsid w:val="00371C83"/>
    <w:rsid w:val="0037311A"/>
    <w:rsid w:val="003735C8"/>
    <w:rsid w:val="00373E60"/>
    <w:rsid w:val="00376B7A"/>
    <w:rsid w:val="00376DF8"/>
    <w:rsid w:val="0037703F"/>
    <w:rsid w:val="003772E0"/>
    <w:rsid w:val="0038115B"/>
    <w:rsid w:val="0038189E"/>
    <w:rsid w:val="00381C91"/>
    <w:rsid w:val="003821B2"/>
    <w:rsid w:val="0038333E"/>
    <w:rsid w:val="00384C7D"/>
    <w:rsid w:val="00384FFD"/>
    <w:rsid w:val="003851B8"/>
    <w:rsid w:val="00385E1B"/>
    <w:rsid w:val="0038656E"/>
    <w:rsid w:val="003900D6"/>
    <w:rsid w:val="00390C98"/>
    <w:rsid w:val="00392E35"/>
    <w:rsid w:val="00393238"/>
    <w:rsid w:val="00394625"/>
    <w:rsid w:val="00395952"/>
    <w:rsid w:val="00397950"/>
    <w:rsid w:val="003A10D9"/>
    <w:rsid w:val="003A1703"/>
    <w:rsid w:val="003A1A8B"/>
    <w:rsid w:val="003A21FE"/>
    <w:rsid w:val="003A2CC7"/>
    <w:rsid w:val="003A32AF"/>
    <w:rsid w:val="003A3329"/>
    <w:rsid w:val="003A5D17"/>
    <w:rsid w:val="003A6587"/>
    <w:rsid w:val="003B0DC1"/>
    <w:rsid w:val="003B1C56"/>
    <w:rsid w:val="003B3898"/>
    <w:rsid w:val="003B3E15"/>
    <w:rsid w:val="003B5346"/>
    <w:rsid w:val="003B535E"/>
    <w:rsid w:val="003B66B8"/>
    <w:rsid w:val="003B67D5"/>
    <w:rsid w:val="003B77A1"/>
    <w:rsid w:val="003B7F36"/>
    <w:rsid w:val="003C0859"/>
    <w:rsid w:val="003C124A"/>
    <w:rsid w:val="003C1339"/>
    <w:rsid w:val="003C1454"/>
    <w:rsid w:val="003C269E"/>
    <w:rsid w:val="003C397A"/>
    <w:rsid w:val="003C4BAF"/>
    <w:rsid w:val="003C572C"/>
    <w:rsid w:val="003C670B"/>
    <w:rsid w:val="003C6EED"/>
    <w:rsid w:val="003D0B78"/>
    <w:rsid w:val="003D104A"/>
    <w:rsid w:val="003D2B32"/>
    <w:rsid w:val="003D403F"/>
    <w:rsid w:val="003D5219"/>
    <w:rsid w:val="003D6F42"/>
    <w:rsid w:val="003D732F"/>
    <w:rsid w:val="003D78E7"/>
    <w:rsid w:val="003D7E65"/>
    <w:rsid w:val="003E2FA2"/>
    <w:rsid w:val="003E337B"/>
    <w:rsid w:val="003E3425"/>
    <w:rsid w:val="003E3852"/>
    <w:rsid w:val="003E385D"/>
    <w:rsid w:val="003E40BB"/>
    <w:rsid w:val="003E410E"/>
    <w:rsid w:val="003E5127"/>
    <w:rsid w:val="003E615B"/>
    <w:rsid w:val="003E65E9"/>
    <w:rsid w:val="003E6E59"/>
    <w:rsid w:val="003E7461"/>
    <w:rsid w:val="003E7FA1"/>
    <w:rsid w:val="003F157A"/>
    <w:rsid w:val="003F1FCF"/>
    <w:rsid w:val="003F22B1"/>
    <w:rsid w:val="003F3D5E"/>
    <w:rsid w:val="003F40A5"/>
    <w:rsid w:val="003F4CAC"/>
    <w:rsid w:val="003F4D3A"/>
    <w:rsid w:val="003F4E92"/>
    <w:rsid w:val="003F4F66"/>
    <w:rsid w:val="003F54E9"/>
    <w:rsid w:val="003F794A"/>
    <w:rsid w:val="003F7C07"/>
    <w:rsid w:val="004000A5"/>
    <w:rsid w:val="0040157D"/>
    <w:rsid w:val="00401B7C"/>
    <w:rsid w:val="0040236D"/>
    <w:rsid w:val="0040358C"/>
    <w:rsid w:val="00404682"/>
    <w:rsid w:val="00404C4F"/>
    <w:rsid w:val="00406173"/>
    <w:rsid w:val="00406E2A"/>
    <w:rsid w:val="00407CB8"/>
    <w:rsid w:val="00410BB8"/>
    <w:rsid w:val="0041107C"/>
    <w:rsid w:val="00413AF6"/>
    <w:rsid w:val="00414284"/>
    <w:rsid w:val="004162CA"/>
    <w:rsid w:val="00417173"/>
    <w:rsid w:val="004172AE"/>
    <w:rsid w:val="00417623"/>
    <w:rsid w:val="00417911"/>
    <w:rsid w:val="00417B51"/>
    <w:rsid w:val="00417CE5"/>
    <w:rsid w:val="0042037D"/>
    <w:rsid w:val="00423E15"/>
    <w:rsid w:val="00424644"/>
    <w:rsid w:val="00424697"/>
    <w:rsid w:val="004246E5"/>
    <w:rsid w:val="00424C30"/>
    <w:rsid w:val="00425768"/>
    <w:rsid w:val="00426817"/>
    <w:rsid w:val="00426E5C"/>
    <w:rsid w:val="00427DE8"/>
    <w:rsid w:val="00430B5A"/>
    <w:rsid w:val="00430BBB"/>
    <w:rsid w:val="00430C17"/>
    <w:rsid w:val="00431767"/>
    <w:rsid w:val="0043263C"/>
    <w:rsid w:val="00432B0A"/>
    <w:rsid w:val="00433CE0"/>
    <w:rsid w:val="0043469B"/>
    <w:rsid w:val="00434849"/>
    <w:rsid w:val="004367DB"/>
    <w:rsid w:val="0043713E"/>
    <w:rsid w:val="004403B6"/>
    <w:rsid w:val="00440C11"/>
    <w:rsid w:val="0044177D"/>
    <w:rsid w:val="00442A90"/>
    <w:rsid w:val="00442BA6"/>
    <w:rsid w:val="00444935"/>
    <w:rsid w:val="004457D8"/>
    <w:rsid w:val="00445C5A"/>
    <w:rsid w:val="004475A4"/>
    <w:rsid w:val="00450153"/>
    <w:rsid w:val="00450677"/>
    <w:rsid w:val="00450AAB"/>
    <w:rsid w:val="004523EB"/>
    <w:rsid w:val="004546AF"/>
    <w:rsid w:val="00454CD2"/>
    <w:rsid w:val="00456491"/>
    <w:rsid w:val="0045798B"/>
    <w:rsid w:val="0045798D"/>
    <w:rsid w:val="004605CD"/>
    <w:rsid w:val="004609A8"/>
    <w:rsid w:val="00461ABC"/>
    <w:rsid w:val="004620D8"/>
    <w:rsid w:val="0046321D"/>
    <w:rsid w:val="004646CF"/>
    <w:rsid w:val="00465156"/>
    <w:rsid w:val="0046578A"/>
    <w:rsid w:val="0046644E"/>
    <w:rsid w:val="00466A3B"/>
    <w:rsid w:val="004675DB"/>
    <w:rsid w:val="00470D17"/>
    <w:rsid w:val="00471AEA"/>
    <w:rsid w:val="004720EC"/>
    <w:rsid w:val="00472566"/>
    <w:rsid w:val="00472808"/>
    <w:rsid w:val="00472F43"/>
    <w:rsid w:val="00473F60"/>
    <w:rsid w:val="00474192"/>
    <w:rsid w:val="004745BB"/>
    <w:rsid w:val="00474C69"/>
    <w:rsid w:val="00474E26"/>
    <w:rsid w:val="00475067"/>
    <w:rsid w:val="00476374"/>
    <w:rsid w:val="00480786"/>
    <w:rsid w:val="00481D58"/>
    <w:rsid w:val="00483632"/>
    <w:rsid w:val="00483B04"/>
    <w:rsid w:val="00483B5B"/>
    <w:rsid w:val="00484B77"/>
    <w:rsid w:val="00485ABC"/>
    <w:rsid w:val="00485E51"/>
    <w:rsid w:val="004860A6"/>
    <w:rsid w:val="00486855"/>
    <w:rsid w:val="004873DC"/>
    <w:rsid w:val="00487C75"/>
    <w:rsid w:val="00490155"/>
    <w:rsid w:val="00490E4A"/>
    <w:rsid w:val="00490FC7"/>
    <w:rsid w:val="004910AE"/>
    <w:rsid w:val="00491155"/>
    <w:rsid w:val="00491303"/>
    <w:rsid w:val="004930EE"/>
    <w:rsid w:val="00494BA5"/>
    <w:rsid w:val="00494C83"/>
    <w:rsid w:val="0049506C"/>
    <w:rsid w:val="0049768B"/>
    <w:rsid w:val="00497A87"/>
    <w:rsid w:val="004A153F"/>
    <w:rsid w:val="004A1858"/>
    <w:rsid w:val="004A26CC"/>
    <w:rsid w:val="004A2B2F"/>
    <w:rsid w:val="004A34A4"/>
    <w:rsid w:val="004A36F4"/>
    <w:rsid w:val="004A46F1"/>
    <w:rsid w:val="004A4FAC"/>
    <w:rsid w:val="004A5DD5"/>
    <w:rsid w:val="004A65A9"/>
    <w:rsid w:val="004A77C0"/>
    <w:rsid w:val="004B062C"/>
    <w:rsid w:val="004B1DE2"/>
    <w:rsid w:val="004B3BFE"/>
    <w:rsid w:val="004B3E53"/>
    <w:rsid w:val="004B42A6"/>
    <w:rsid w:val="004B4F42"/>
    <w:rsid w:val="004B6112"/>
    <w:rsid w:val="004B6328"/>
    <w:rsid w:val="004B7167"/>
    <w:rsid w:val="004C007B"/>
    <w:rsid w:val="004C0A0D"/>
    <w:rsid w:val="004C11E3"/>
    <w:rsid w:val="004C2294"/>
    <w:rsid w:val="004C24D0"/>
    <w:rsid w:val="004C2BA7"/>
    <w:rsid w:val="004C31EB"/>
    <w:rsid w:val="004C549A"/>
    <w:rsid w:val="004C5570"/>
    <w:rsid w:val="004C5B3F"/>
    <w:rsid w:val="004C5F48"/>
    <w:rsid w:val="004C71A8"/>
    <w:rsid w:val="004D11D4"/>
    <w:rsid w:val="004D12C4"/>
    <w:rsid w:val="004D1BC2"/>
    <w:rsid w:val="004D4338"/>
    <w:rsid w:val="004D4B0F"/>
    <w:rsid w:val="004D4FC7"/>
    <w:rsid w:val="004D4FCA"/>
    <w:rsid w:val="004D5092"/>
    <w:rsid w:val="004D6273"/>
    <w:rsid w:val="004D757B"/>
    <w:rsid w:val="004E04BD"/>
    <w:rsid w:val="004E1110"/>
    <w:rsid w:val="004E1A00"/>
    <w:rsid w:val="004E24F0"/>
    <w:rsid w:val="004E278D"/>
    <w:rsid w:val="004E2DBD"/>
    <w:rsid w:val="004E3FCE"/>
    <w:rsid w:val="004E56C4"/>
    <w:rsid w:val="004E57F3"/>
    <w:rsid w:val="004E5A46"/>
    <w:rsid w:val="004E692B"/>
    <w:rsid w:val="004F02CF"/>
    <w:rsid w:val="004F0463"/>
    <w:rsid w:val="004F0AEA"/>
    <w:rsid w:val="004F1AD6"/>
    <w:rsid w:val="004F1D96"/>
    <w:rsid w:val="004F32F5"/>
    <w:rsid w:val="004F456A"/>
    <w:rsid w:val="004F4DD5"/>
    <w:rsid w:val="004F60BF"/>
    <w:rsid w:val="004F64E9"/>
    <w:rsid w:val="004F680C"/>
    <w:rsid w:val="004F7EE7"/>
    <w:rsid w:val="00500B67"/>
    <w:rsid w:val="00502292"/>
    <w:rsid w:val="00504415"/>
    <w:rsid w:val="0050493A"/>
    <w:rsid w:val="00505438"/>
    <w:rsid w:val="005065BC"/>
    <w:rsid w:val="005112F7"/>
    <w:rsid w:val="005126F8"/>
    <w:rsid w:val="00512A9E"/>
    <w:rsid w:val="0051411F"/>
    <w:rsid w:val="0051424E"/>
    <w:rsid w:val="005164EA"/>
    <w:rsid w:val="00516617"/>
    <w:rsid w:val="005166C4"/>
    <w:rsid w:val="00517628"/>
    <w:rsid w:val="005179AD"/>
    <w:rsid w:val="0052025E"/>
    <w:rsid w:val="0052084A"/>
    <w:rsid w:val="00520CD2"/>
    <w:rsid w:val="005244FE"/>
    <w:rsid w:val="005249DD"/>
    <w:rsid w:val="0052601F"/>
    <w:rsid w:val="005272CE"/>
    <w:rsid w:val="005275CA"/>
    <w:rsid w:val="005300D7"/>
    <w:rsid w:val="00531A61"/>
    <w:rsid w:val="005333C4"/>
    <w:rsid w:val="00533F82"/>
    <w:rsid w:val="00534364"/>
    <w:rsid w:val="00534C8E"/>
    <w:rsid w:val="00534F35"/>
    <w:rsid w:val="005359C1"/>
    <w:rsid w:val="005363AD"/>
    <w:rsid w:val="00536AC4"/>
    <w:rsid w:val="00537E99"/>
    <w:rsid w:val="00540630"/>
    <w:rsid w:val="00540980"/>
    <w:rsid w:val="00540A4D"/>
    <w:rsid w:val="00541047"/>
    <w:rsid w:val="00542C64"/>
    <w:rsid w:val="00543D08"/>
    <w:rsid w:val="00544B99"/>
    <w:rsid w:val="005450E3"/>
    <w:rsid w:val="00545E93"/>
    <w:rsid w:val="00546326"/>
    <w:rsid w:val="00546CAB"/>
    <w:rsid w:val="00546FE3"/>
    <w:rsid w:val="00547142"/>
    <w:rsid w:val="005478D1"/>
    <w:rsid w:val="00547B55"/>
    <w:rsid w:val="005508C7"/>
    <w:rsid w:val="00551C53"/>
    <w:rsid w:val="00552B25"/>
    <w:rsid w:val="00552D80"/>
    <w:rsid w:val="00552EA4"/>
    <w:rsid w:val="00553924"/>
    <w:rsid w:val="00553AE9"/>
    <w:rsid w:val="00554057"/>
    <w:rsid w:val="00554232"/>
    <w:rsid w:val="0055424A"/>
    <w:rsid w:val="00554B16"/>
    <w:rsid w:val="00555BF3"/>
    <w:rsid w:val="00555E59"/>
    <w:rsid w:val="00555E62"/>
    <w:rsid w:val="00556ED6"/>
    <w:rsid w:val="005572B9"/>
    <w:rsid w:val="00561178"/>
    <w:rsid w:val="00561769"/>
    <w:rsid w:val="00561F32"/>
    <w:rsid w:val="005621F9"/>
    <w:rsid w:val="00562A74"/>
    <w:rsid w:val="00563202"/>
    <w:rsid w:val="005656DA"/>
    <w:rsid w:val="00565C58"/>
    <w:rsid w:val="00566AE0"/>
    <w:rsid w:val="00567F76"/>
    <w:rsid w:val="005701F5"/>
    <w:rsid w:val="0057053B"/>
    <w:rsid w:val="0057077E"/>
    <w:rsid w:val="00571B45"/>
    <w:rsid w:val="0057252E"/>
    <w:rsid w:val="005725CA"/>
    <w:rsid w:val="00572BC9"/>
    <w:rsid w:val="00572C37"/>
    <w:rsid w:val="00573660"/>
    <w:rsid w:val="005739A7"/>
    <w:rsid w:val="00574012"/>
    <w:rsid w:val="005744FB"/>
    <w:rsid w:val="00575542"/>
    <w:rsid w:val="00576CF2"/>
    <w:rsid w:val="0057733D"/>
    <w:rsid w:val="00577977"/>
    <w:rsid w:val="0058021F"/>
    <w:rsid w:val="0058026C"/>
    <w:rsid w:val="005813A9"/>
    <w:rsid w:val="00583015"/>
    <w:rsid w:val="0058388A"/>
    <w:rsid w:val="005838D5"/>
    <w:rsid w:val="0058529B"/>
    <w:rsid w:val="005857F7"/>
    <w:rsid w:val="00585D64"/>
    <w:rsid w:val="00587701"/>
    <w:rsid w:val="0058784F"/>
    <w:rsid w:val="00587933"/>
    <w:rsid w:val="00591FBD"/>
    <w:rsid w:val="005946B0"/>
    <w:rsid w:val="00594DF1"/>
    <w:rsid w:val="005951D2"/>
    <w:rsid w:val="00595800"/>
    <w:rsid w:val="00597992"/>
    <w:rsid w:val="00597CFD"/>
    <w:rsid w:val="00597FEA"/>
    <w:rsid w:val="005A0A02"/>
    <w:rsid w:val="005A2B14"/>
    <w:rsid w:val="005A3157"/>
    <w:rsid w:val="005A3624"/>
    <w:rsid w:val="005A39B0"/>
    <w:rsid w:val="005A487A"/>
    <w:rsid w:val="005A51F7"/>
    <w:rsid w:val="005A5791"/>
    <w:rsid w:val="005A63A9"/>
    <w:rsid w:val="005B105A"/>
    <w:rsid w:val="005B294D"/>
    <w:rsid w:val="005B3766"/>
    <w:rsid w:val="005B3C66"/>
    <w:rsid w:val="005B47FB"/>
    <w:rsid w:val="005B4A66"/>
    <w:rsid w:val="005B4B20"/>
    <w:rsid w:val="005B548C"/>
    <w:rsid w:val="005B65DC"/>
    <w:rsid w:val="005B6878"/>
    <w:rsid w:val="005B6F22"/>
    <w:rsid w:val="005B755C"/>
    <w:rsid w:val="005B7BFF"/>
    <w:rsid w:val="005C0689"/>
    <w:rsid w:val="005C0BA4"/>
    <w:rsid w:val="005C0CB6"/>
    <w:rsid w:val="005C11E3"/>
    <w:rsid w:val="005C145E"/>
    <w:rsid w:val="005C1A9C"/>
    <w:rsid w:val="005C1CAE"/>
    <w:rsid w:val="005C3361"/>
    <w:rsid w:val="005C6153"/>
    <w:rsid w:val="005C6B18"/>
    <w:rsid w:val="005C6C91"/>
    <w:rsid w:val="005D02A9"/>
    <w:rsid w:val="005D0D16"/>
    <w:rsid w:val="005D2971"/>
    <w:rsid w:val="005D36D8"/>
    <w:rsid w:val="005D41FB"/>
    <w:rsid w:val="005D5086"/>
    <w:rsid w:val="005D524C"/>
    <w:rsid w:val="005D5290"/>
    <w:rsid w:val="005D6818"/>
    <w:rsid w:val="005E019A"/>
    <w:rsid w:val="005E15D4"/>
    <w:rsid w:val="005E1A69"/>
    <w:rsid w:val="005E326E"/>
    <w:rsid w:val="005E4CBA"/>
    <w:rsid w:val="005E5786"/>
    <w:rsid w:val="005E5CB0"/>
    <w:rsid w:val="005E6C9E"/>
    <w:rsid w:val="005F002F"/>
    <w:rsid w:val="005F0C7A"/>
    <w:rsid w:val="005F0E70"/>
    <w:rsid w:val="005F12BD"/>
    <w:rsid w:val="005F2B7B"/>
    <w:rsid w:val="005F300E"/>
    <w:rsid w:val="005F3D76"/>
    <w:rsid w:val="005F5B78"/>
    <w:rsid w:val="005F6215"/>
    <w:rsid w:val="005F6362"/>
    <w:rsid w:val="00600FC2"/>
    <w:rsid w:val="00601018"/>
    <w:rsid w:val="00601FCC"/>
    <w:rsid w:val="006020E0"/>
    <w:rsid w:val="00602B93"/>
    <w:rsid w:val="00604A00"/>
    <w:rsid w:val="00605437"/>
    <w:rsid w:val="006115B7"/>
    <w:rsid w:val="00611D49"/>
    <w:rsid w:val="00612C71"/>
    <w:rsid w:val="00613125"/>
    <w:rsid w:val="00613548"/>
    <w:rsid w:val="006142C2"/>
    <w:rsid w:val="006159ED"/>
    <w:rsid w:val="00615D02"/>
    <w:rsid w:val="00616E5A"/>
    <w:rsid w:val="0061722A"/>
    <w:rsid w:val="006172B5"/>
    <w:rsid w:val="006203F0"/>
    <w:rsid w:val="006213BA"/>
    <w:rsid w:val="0062286F"/>
    <w:rsid w:val="00623819"/>
    <w:rsid w:val="0062405F"/>
    <w:rsid w:val="00625F4F"/>
    <w:rsid w:val="0062682E"/>
    <w:rsid w:val="00631E0B"/>
    <w:rsid w:val="00632328"/>
    <w:rsid w:val="006325D8"/>
    <w:rsid w:val="00632C6B"/>
    <w:rsid w:val="006336E8"/>
    <w:rsid w:val="006340C3"/>
    <w:rsid w:val="006355F1"/>
    <w:rsid w:val="0063568A"/>
    <w:rsid w:val="0063577B"/>
    <w:rsid w:val="00635B7D"/>
    <w:rsid w:val="006361B2"/>
    <w:rsid w:val="00636428"/>
    <w:rsid w:val="00637202"/>
    <w:rsid w:val="0063733C"/>
    <w:rsid w:val="00641238"/>
    <w:rsid w:val="00641B23"/>
    <w:rsid w:val="0064362F"/>
    <w:rsid w:val="006439C1"/>
    <w:rsid w:val="00644BD0"/>
    <w:rsid w:val="00645656"/>
    <w:rsid w:val="00645AF8"/>
    <w:rsid w:val="00646941"/>
    <w:rsid w:val="00646B53"/>
    <w:rsid w:val="00646EB2"/>
    <w:rsid w:val="0064711B"/>
    <w:rsid w:val="0065078E"/>
    <w:rsid w:val="0065146E"/>
    <w:rsid w:val="00653291"/>
    <w:rsid w:val="006533D8"/>
    <w:rsid w:val="00653845"/>
    <w:rsid w:val="00655946"/>
    <w:rsid w:val="00660617"/>
    <w:rsid w:val="006607C7"/>
    <w:rsid w:val="00662BC2"/>
    <w:rsid w:val="00662CF3"/>
    <w:rsid w:val="00663BFF"/>
    <w:rsid w:val="0066415E"/>
    <w:rsid w:val="00665602"/>
    <w:rsid w:val="00667C07"/>
    <w:rsid w:val="00667D73"/>
    <w:rsid w:val="00670002"/>
    <w:rsid w:val="0067090E"/>
    <w:rsid w:val="006709C8"/>
    <w:rsid w:val="0067222E"/>
    <w:rsid w:val="00673C5C"/>
    <w:rsid w:val="0067420B"/>
    <w:rsid w:val="0067655A"/>
    <w:rsid w:val="00676B1E"/>
    <w:rsid w:val="00681488"/>
    <w:rsid w:val="0068179D"/>
    <w:rsid w:val="00681F52"/>
    <w:rsid w:val="00681FDE"/>
    <w:rsid w:val="00682F60"/>
    <w:rsid w:val="0068362D"/>
    <w:rsid w:val="00683780"/>
    <w:rsid w:val="00684AB0"/>
    <w:rsid w:val="00684BDD"/>
    <w:rsid w:val="0068522E"/>
    <w:rsid w:val="0068609E"/>
    <w:rsid w:val="00686ADB"/>
    <w:rsid w:val="00686E38"/>
    <w:rsid w:val="00687D5A"/>
    <w:rsid w:val="00692047"/>
    <w:rsid w:val="0069255D"/>
    <w:rsid w:val="00692998"/>
    <w:rsid w:val="006936B2"/>
    <w:rsid w:val="006938A9"/>
    <w:rsid w:val="0069391A"/>
    <w:rsid w:val="00693F9B"/>
    <w:rsid w:val="006968B1"/>
    <w:rsid w:val="006A1501"/>
    <w:rsid w:val="006A28D5"/>
    <w:rsid w:val="006A3976"/>
    <w:rsid w:val="006A3BE5"/>
    <w:rsid w:val="006A4DB2"/>
    <w:rsid w:val="006B172E"/>
    <w:rsid w:val="006B1A42"/>
    <w:rsid w:val="006B3674"/>
    <w:rsid w:val="006B4AB1"/>
    <w:rsid w:val="006B4BD4"/>
    <w:rsid w:val="006B75ED"/>
    <w:rsid w:val="006C116E"/>
    <w:rsid w:val="006C2BF5"/>
    <w:rsid w:val="006C4570"/>
    <w:rsid w:val="006C4F18"/>
    <w:rsid w:val="006C58D6"/>
    <w:rsid w:val="006C5F3E"/>
    <w:rsid w:val="006C5F87"/>
    <w:rsid w:val="006C6B44"/>
    <w:rsid w:val="006C7030"/>
    <w:rsid w:val="006C75A1"/>
    <w:rsid w:val="006D0E7A"/>
    <w:rsid w:val="006D1831"/>
    <w:rsid w:val="006D1CC1"/>
    <w:rsid w:val="006D4202"/>
    <w:rsid w:val="006D4355"/>
    <w:rsid w:val="006D4FB4"/>
    <w:rsid w:val="006D6865"/>
    <w:rsid w:val="006D6B66"/>
    <w:rsid w:val="006D7451"/>
    <w:rsid w:val="006D767A"/>
    <w:rsid w:val="006D783B"/>
    <w:rsid w:val="006D7E4A"/>
    <w:rsid w:val="006E0750"/>
    <w:rsid w:val="006E0BDB"/>
    <w:rsid w:val="006E184E"/>
    <w:rsid w:val="006E1CAB"/>
    <w:rsid w:val="006E3186"/>
    <w:rsid w:val="006E3AD0"/>
    <w:rsid w:val="006E42EB"/>
    <w:rsid w:val="006E5340"/>
    <w:rsid w:val="006E59D9"/>
    <w:rsid w:val="006E630C"/>
    <w:rsid w:val="006E6474"/>
    <w:rsid w:val="006E669F"/>
    <w:rsid w:val="006E734B"/>
    <w:rsid w:val="006E785F"/>
    <w:rsid w:val="006F05ED"/>
    <w:rsid w:val="006F1660"/>
    <w:rsid w:val="006F26B6"/>
    <w:rsid w:val="006F3083"/>
    <w:rsid w:val="006F3AC8"/>
    <w:rsid w:val="006F58BB"/>
    <w:rsid w:val="006F66BB"/>
    <w:rsid w:val="006F738F"/>
    <w:rsid w:val="007007B9"/>
    <w:rsid w:val="00700AAB"/>
    <w:rsid w:val="00701625"/>
    <w:rsid w:val="007017E1"/>
    <w:rsid w:val="00701BFC"/>
    <w:rsid w:val="0070263B"/>
    <w:rsid w:val="007044B7"/>
    <w:rsid w:val="0070490D"/>
    <w:rsid w:val="00704E7C"/>
    <w:rsid w:val="00706278"/>
    <w:rsid w:val="00707725"/>
    <w:rsid w:val="00710124"/>
    <w:rsid w:val="00710798"/>
    <w:rsid w:val="00710E0C"/>
    <w:rsid w:val="00710EB0"/>
    <w:rsid w:val="007124F3"/>
    <w:rsid w:val="0071489F"/>
    <w:rsid w:val="00716397"/>
    <w:rsid w:val="007166F0"/>
    <w:rsid w:val="007170F9"/>
    <w:rsid w:val="007172C4"/>
    <w:rsid w:val="007201BC"/>
    <w:rsid w:val="00722182"/>
    <w:rsid w:val="007222FE"/>
    <w:rsid w:val="00722C32"/>
    <w:rsid w:val="00725BD2"/>
    <w:rsid w:val="00726ACE"/>
    <w:rsid w:val="00730EA6"/>
    <w:rsid w:val="00731446"/>
    <w:rsid w:val="00732191"/>
    <w:rsid w:val="007335A7"/>
    <w:rsid w:val="007343B1"/>
    <w:rsid w:val="00734C3B"/>
    <w:rsid w:val="0073501A"/>
    <w:rsid w:val="007353F8"/>
    <w:rsid w:val="00735581"/>
    <w:rsid w:val="007412F9"/>
    <w:rsid w:val="00743287"/>
    <w:rsid w:val="00744785"/>
    <w:rsid w:val="0074489B"/>
    <w:rsid w:val="00744A3A"/>
    <w:rsid w:val="00746501"/>
    <w:rsid w:val="00747247"/>
    <w:rsid w:val="007474E3"/>
    <w:rsid w:val="00747AF8"/>
    <w:rsid w:val="0075052F"/>
    <w:rsid w:val="00750EFD"/>
    <w:rsid w:val="00751BE6"/>
    <w:rsid w:val="00753288"/>
    <w:rsid w:val="00753A90"/>
    <w:rsid w:val="00753F07"/>
    <w:rsid w:val="007543C0"/>
    <w:rsid w:val="00754E8D"/>
    <w:rsid w:val="007552DC"/>
    <w:rsid w:val="00755B69"/>
    <w:rsid w:val="00755E10"/>
    <w:rsid w:val="0075739F"/>
    <w:rsid w:val="00757629"/>
    <w:rsid w:val="00757BF9"/>
    <w:rsid w:val="0076008E"/>
    <w:rsid w:val="007608C6"/>
    <w:rsid w:val="007622ED"/>
    <w:rsid w:val="00762B70"/>
    <w:rsid w:val="007639C3"/>
    <w:rsid w:val="00763DB8"/>
    <w:rsid w:val="007659A6"/>
    <w:rsid w:val="00765EB2"/>
    <w:rsid w:val="00765F83"/>
    <w:rsid w:val="007662D9"/>
    <w:rsid w:val="00766BFB"/>
    <w:rsid w:val="00766F73"/>
    <w:rsid w:val="0076774F"/>
    <w:rsid w:val="007720C2"/>
    <w:rsid w:val="00772BFE"/>
    <w:rsid w:val="007735A0"/>
    <w:rsid w:val="0077362D"/>
    <w:rsid w:val="00773D1C"/>
    <w:rsid w:val="0077568B"/>
    <w:rsid w:val="00775DDF"/>
    <w:rsid w:val="00776220"/>
    <w:rsid w:val="0077623A"/>
    <w:rsid w:val="00776511"/>
    <w:rsid w:val="0077723F"/>
    <w:rsid w:val="007772E7"/>
    <w:rsid w:val="00780D8E"/>
    <w:rsid w:val="00780F11"/>
    <w:rsid w:val="00781141"/>
    <w:rsid w:val="007814DD"/>
    <w:rsid w:val="00781BDF"/>
    <w:rsid w:val="007832CA"/>
    <w:rsid w:val="007845B3"/>
    <w:rsid w:val="00784AEC"/>
    <w:rsid w:val="007870B8"/>
    <w:rsid w:val="00787640"/>
    <w:rsid w:val="00787892"/>
    <w:rsid w:val="007902D6"/>
    <w:rsid w:val="007919E7"/>
    <w:rsid w:val="007919FE"/>
    <w:rsid w:val="00791D16"/>
    <w:rsid w:val="00792142"/>
    <w:rsid w:val="007923A5"/>
    <w:rsid w:val="00792865"/>
    <w:rsid w:val="00792CCE"/>
    <w:rsid w:val="007938C7"/>
    <w:rsid w:val="00795F28"/>
    <w:rsid w:val="007A0841"/>
    <w:rsid w:val="007A0C8C"/>
    <w:rsid w:val="007A0FEE"/>
    <w:rsid w:val="007A202B"/>
    <w:rsid w:val="007A2925"/>
    <w:rsid w:val="007A45CB"/>
    <w:rsid w:val="007A497C"/>
    <w:rsid w:val="007A610C"/>
    <w:rsid w:val="007A6365"/>
    <w:rsid w:val="007A6D96"/>
    <w:rsid w:val="007A6E73"/>
    <w:rsid w:val="007A715A"/>
    <w:rsid w:val="007A7515"/>
    <w:rsid w:val="007B0A53"/>
    <w:rsid w:val="007B138F"/>
    <w:rsid w:val="007B1892"/>
    <w:rsid w:val="007B29BF"/>
    <w:rsid w:val="007B363F"/>
    <w:rsid w:val="007B3765"/>
    <w:rsid w:val="007B3F33"/>
    <w:rsid w:val="007B402A"/>
    <w:rsid w:val="007B44E6"/>
    <w:rsid w:val="007B57CF"/>
    <w:rsid w:val="007B5C44"/>
    <w:rsid w:val="007B5EB3"/>
    <w:rsid w:val="007C12A9"/>
    <w:rsid w:val="007C1535"/>
    <w:rsid w:val="007C1F0D"/>
    <w:rsid w:val="007C3953"/>
    <w:rsid w:val="007C3A09"/>
    <w:rsid w:val="007C4044"/>
    <w:rsid w:val="007C5912"/>
    <w:rsid w:val="007C6B4F"/>
    <w:rsid w:val="007C6C7B"/>
    <w:rsid w:val="007C7435"/>
    <w:rsid w:val="007C79D1"/>
    <w:rsid w:val="007D04CC"/>
    <w:rsid w:val="007D0A60"/>
    <w:rsid w:val="007D132C"/>
    <w:rsid w:val="007D14BC"/>
    <w:rsid w:val="007D2A0C"/>
    <w:rsid w:val="007D50D1"/>
    <w:rsid w:val="007D53C2"/>
    <w:rsid w:val="007D640F"/>
    <w:rsid w:val="007D67FD"/>
    <w:rsid w:val="007D6A1E"/>
    <w:rsid w:val="007D7C74"/>
    <w:rsid w:val="007E19F7"/>
    <w:rsid w:val="007E2A0A"/>
    <w:rsid w:val="007E30AD"/>
    <w:rsid w:val="007E310D"/>
    <w:rsid w:val="007E3149"/>
    <w:rsid w:val="007E4663"/>
    <w:rsid w:val="007E494E"/>
    <w:rsid w:val="007E4E65"/>
    <w:rsid w:val="007E6718"/>
    <w:rsid w:val="007E7D57"/>
    <w:rsid w:val="007F0997"/>
    <w:rsid w:val="007F15B9"/>
    <w:rsid w:val="007F2F21"/>
    <w:rsid w:val="007F4107"/>
    <w:rsid w:val="007F4311"/>
    <w:rsid w:val="007F4973"/>
    <w:rsid w:val="007F5A48"/>
    <w:rsid w:val="00800572"/>
    <w:rsid w:val="0080081A"/>
    <w:rsid w:val="00800901"/>
    <w:rsid w:val="008024C6"/>
    <w:rsid w:val="00803B69"/>
    <w:rsid w:val="00803D04"/>
    <w:rsid w:val="00804AB0"/>
    <w:rsid w:val="008071B2"/>
    <w:rsid w:val="00810AC1"/>
    <w:rsid w:val="00811621"/>
    <w:rsid w:val="008118FE"/>
    <w:rsid w:val="00811F7D"/>
    <w:rsid w:val="0081220F"/>
    <w:rsid w:val="00812C3F"/>
    <w:rsid w:val="00814086"/>
    <w:rsid w:val="00814BF8"/>
    <w:rsid w:val="00815A8D"/>
    <w:rsid w:val="008160E8"/>
    <w:rsid w:val="0082027C"/>
    <w:rsid w:val="00820C99"/>
    <w:rsid w:val="008210FE"/>
    <w:rsid w:val="00822410"/>
    <w:rsid w:val="0082261D"/>
    <w:rsid w:val="00822831"/>
    <w:rsid w:val="00822886"/>
    <w:rsid w:val="008228D0"/>
    <w:rsid w:val="008228EE"/>
    <w:rsid w:val="00824882"/>
    <w:rsid w:val="00824E89"/>
    <w:rsid w:val="00825F0E"/>
    <w:rsid w:val="00826084"/>
    <w:rsid w:val="008266E5"/>
    <w:rsid w:val="00826A00"/>
    <w:rsid w:val="00827A75"/>
    <w:rsid w:val="00831679"/>
    <w:rsid w:val="008320A2"/>
    <w:rsid w:val="00832BA3"/>
    <w:rsid w:val="008336DF"/>
    <w:rsid w:val="0083484F"/>
    <w:rsid w:val="00834E49"/>
    <w:rsid w:val="008361C7"/>
    <w:rsid w:val="00836D90"/>
    <w:rsid w:val="0083715C"/>
    <w:rsid w:val="0084076D"/>
    <w:rsid w:val="00840CF9"/>
    <w:rsid w:val="00841B9D"/>
    <w:rsid w:val="008420F9"/>
    <w:rsid w:val="008427D3"/>
    <w:rsid w:val="0084323A"/>
    <w:rsid w:val="008433C4"/>
    <w:rsid w:val="0084348F"/>
    <w:rsid w:val="0084443E"/>
    <w:rsid w:val="008464CE"/>
    <w:rsid w:val="00846A10"/>
    <w:rsid w:val="00850500"/>
    <w:rsid w:val="00850802"/>
    <w:rsid w:val="00850855"/>
    <w:rsid w:val="00851168"/>
    <w:rsid w:val="00851F57"/>
    <w:rsid w:val="00852FEC"/>
    <w:rsid w:val="008533EA"/>
    <w:rsid w:val="008544C4"/>
    <w:rsid w:val="00854BC3"/>
    <w:rsid w:val="00855E81"/>
    <w:rsid w:val="00856176"/>
    <w:rsid w:val="00857093"/>
    <w:rsid w:val="00862FEB"/>
    <w:rsid w:val="00863310"/>
    <w:rsid w:val="00863667"/>
    <w:rsid w:val="00863EC0"/>
    <w:rsid w:val="008641C7"/>
    <w:rsid w:val="00865532"/>
    <w:rsid w:val="00865D8C"/>
    <w:rsid w:val="00867022"/>
    <w:rsid w:val="00871952"/>
    <w:rsid w:val="008729FB"/>
    <w:rsid w:val="00872C4E"/>
    <w:rsid w:val="00873D66"/>
    <w:rsid w:val="0087475E"/>
    <w:rsid w:val="008747F6"/>
    <w:rsid w:val="008760B4"/>
    <w:rsid w:val="00876147"/>
    <w:rsid w:val="00881993"/>
    <w:rsid w:val="00881B67"/>
    <w:rsid w:val="00881BAD"/>
    <w:rsid w:val="00882EDA"/>
    <w:rsid w:val="00882F2E"/>
    <w:rsid w:val="00883F19"/>
    <w:rsid w:val="0088426C"/>
    <w:rsid w:val="00885528"/>
    <w:rsid w:val="00885A08"/>
    <w:rsid w:val="008860DD"/>
    <w:rsid w:val="00886CF9"/>
    <w:rsid w:val="00886DCC"/>
    <w:rsid w:val="00890205"/>
    <w:rsid w:val="00890D92"/>
    <w:rsid w:val="00894023"/>
    <w:rsid w:val="00894EB2"/>
    <w:rsid w:val="008972BB"/>
    <w:rsid w:val="00897F8A"/>
    <w:rsid w:val="008A15E3"/>
    <w:rsid w:val="008A22FA"/>
    <w:rsid w:val="008A2486"/>
    <w:rsid w:val="008A2EF9"/>
    <w:rsid w:val="008A4154"/>
    <w:rsid w:val="008A419F"/>
    <w:rsid w:val="008A4A92"/>
    <w:rsid w:val="008A4DA1"/>
    <w:rsid w:val="008A6824"/>
    <w:rsid w:val="008A6A97"/>
    <w:rsid w:val="008A7535"/>
    <w:rsid w:val="008B1577"/>
    <w:rsid w:val="008B2AFB"/>
    <w:rsid w:val="008B3152"/>
    <w:rsid w:val="008B3775"/>
    <w:rsid w:val="008B3C07"/>
    <w:rsid w:val="008B69B0"/>
    <w:rsid w:val="008B79F6"/>
    <w:rsid w:val="008C0B80"/>
    <w:rsid w:val="008C1352"/>
    <w:rsid w:val="008C1CCF"/>
    <w:rsid w:val="008C2874"/>
    <w:rsid w:val="008C3C97"/>
    <w:rsid w:val="008C62DB"/>
    <w:rsid w:val="008C6A11"/>
    <w:rsid w:val="008C6B6E"/>
    <w:rsid w:val="008C749D"/>
    <w:rsid w:val="008D1439"/>
    <w:rsid w:val="008D303E"/>
    <w:rsid w:val="008D3162"/>
    <w:rsid w:val="008D3350"/>
    <w:rsid w:val="008D41F5"/>
    <w:rsid w:val="008D43FE"/>
    <w:rsid w:val="008D4425"/>
    <w:rsid w:val="008D50B0"/>
    <w:rsid w:val="008D5FC5"/>
    <w:rsid w:val="008D6200"/>
    <w:rsid w:val="008D7402"/>
    <w:rsid w:val="008D7C45"/>
    <w:rsid w:val="008E41E3"/>
    <w:rsid w:val="008E453B"/>
    <w:rsid w:val="008E55CD"/>
    <w:rsid w:val="008E56F8"/>
    <w:rsid w:val="008E5FA4"/>
    <w:rsid w:val="008E650E"/>
    <w:rsid w:val="008E6549"/>
    <w:rsid w:val="008E779E"/>
    <w:rsid w:val="008F3004"/>
    <w:rsid w:val="008F40BE"/>
    <w:rsid w:val="008F40BF"/>
    <w:rsid w:val="008F58DD"/>
    <w:rsid w:val="008F6083"/>
    <w:rsid w:val="008F6A30"/>
    <w:rsid w:val="008F7723"/>
    <w:rsid w:val="008F7A89"/>
    <w:rsid w:val="008F7AA2"/>
    <w:rsid w:val="008F7BBB"/>
    <w:rsid w:val="008F7CB0"/>
    <w:rsid w:val="00900168"/>
    <w:rsid w:val="009001F4"/>
    <w:rsid w:val="00902DC9"/>
    <w:rsid w:val="009031FC"/>
    <w:rsid w:val="00903C3C"/>
    <w:rsid w:val="009046CF"/>
    <w:rsid w:val="009050DA"/>
    <w:rsid w:val="00906797"/>
    <w:rsid w:val="00906AA9"/>
    <w:rsid w:val="00906CEB"/>
    <w:rsid w:val="0090787C"/>
    <w:rsid w:val="00907ED4"/>
    <w:rsid w:val="00907F92"/>
    <w:rsid w:val="00910833"/>
    <w:rsid w:val="009143C6"/>
    <w:rsid w:val="00914B8C"/>
    <w:rsid w:val="00916222"/>
    <w:rsid w:val="00916BFD"/>
    <w:rsid w:val="009212D7"/>
    <w:rsid w:val="009234F7"/>
    <w:rsid w:val="0092358D"/>
    <w:rsid w:val="00923631"/>
    <w:rsid w:val="0092388E"/>
    <w:rsid w:val="00925988"/>
    <w:rsid w:val="00925F2F"/>
    <w:rsid w:val="0092730B"/>
    <w:rsid w:val="009273C0"/>
    <w:rsid w:val="0093000B"/>
    <w:rsid w:val="0093020F"/>
    <w:rsid w:val="00931D0E"/>
    <w:rsid w:val="009326AF"/>
    <w:rsid w:val="00932723"/>
    <w:rsid w:val="0093297B"/>
    <w:rsid w:val="00932D0A"/>
    <w:rsid w:val="009330A2"/>
    <w:rsid w:val="00933BD7"/>
    <w:rsid w:val="00933BFC"/>
    <w:rsid w:val="00934EA0"/>
    <w:rsid w:val="00936D20"/>
    <w:rsid w:val="009379B8"/>
    <w:rsid w:val="009403CA"/>
    <w:rsid w:val="00940AC9"/>
    <w:rsid w:val="00940F8F"/>
    <w:rsid w:val="00941D5D"/>
    <w:rsid w:val="0094240D"/>
    <w:rsid w:val="00942DD7"/>
    <w:rsid w:val="009431FC"/>
    <w:rsid w:val="00943294"/>
    <w:rsid w:val="00943676"/>
    <w:rsid w:val="0094386D"/>
    <w:rsid w:val="009439CA"/>
    <w:rsid w:val="009441C4"/>
    <w:rsid w:val="009447D4"/>
    <w:rsid w:val="00945CA3"/>
    <w:rsid w:val="00946FA6"/>
    <w:rsid w:val="00950964"/>
    <w:rsid w:val="009510E1"/>
    <w:rsid w:val="009544F4"/>
    <w:rsid w:val="00954605"/>
    <w:rsid w:val="00954971"/>
    <w:rsid w:val="00954EAF"/>
    <w:rsid w:val="009559E1"/>
    <w:rsid w:val="00956E1C"/>
    <w:rsid w:val="00957228"/>
    <w:rsid w:val="0095766F"/>
    <w:rsid w:val="00962F06"/>
    <w:rsid w:val="00963316"/>
    <w:rsid w:val="00965983"/>
    <w:rsid w:val="00967648"/>
    <w:rsid w:val="0096765A"/>
    <w:rsid w:val="009702A5"/>
    <w:rsid w:val="00970522"/>
    <w:rsid w:val="00972F4A"/>
    <w:rsid w:val="009769CF"/>
    <w:rsid w:val="00977394"/>
    <w:rsid w:val="00980636"/>
    <w:rsid w:val="009828C5"/>
    <w:rsid w:val="00983599"/>
    <w:rsid w:val="009835F3"/>
    <w:rsid w:val="00984006"/>
    <w:rsid w:val="0098496A"/>
    <w:rsid w:val="0098570C"/>
    <w:rsid w:val="00986BEB"/>
    <w:rsid w:val="00991389"/>
    <w:rsid w:val="00991489"/>
    <w:rsid w:val="0099150D"/>
    <w:rsid w:val="00991C20"/>
    <w:rsid w:val="00992027"/>
    <w:rsid w:val="00993BC2"/>
    <w:rsid w:val="00993FBF"/>
    <w:rsid w:val="009951A2"/>
    <w:rsid w:val="009951E8"/>
    <w:rsid w:val="00995FC6"/>
    <w:rsid w:val="009963E5"/>
    <w:rsid w:val="009966A5"/>
    <w:rsid w:val="0099690A"/>
    <w:rsid w:val="00996993"/>
    <w:rsid w:val="00997BB7"/>
    <w:rsid w:val="009A33D5"/>
    <w:rsid w:val="009A38AC"/>
    <w:rsid w:val="009A3DFB"/>
    <w:rsid w:val="009A4E9A"/>
    <w:rsid w:val="009A66DF"/>
    <w:rsid w:val="009A69C6"/>
    <w:rsid w:val="009A6B6A"/>
    <w:rsid w:val="009A6CDC"/>
    <w:rsid w:val="009A6D9E"/>
    <w:rsid w:val="009A6F23"/>
    <w:rsid w:val="009B0B0E"/>
    <w:rsid w:val="009B0E59"/>
    <w:rsid w:val="009B0E69"/>
    <w:rsid w:val="009B11F3"/>
    <w:rsid w:val="009B17A6"/>
    <w:rsid w:val="009B204C"/>
    <w:rsid w:val="009B2F5C"/>
    <w:rsid w:val="009B3F89"/>
    <w:rsid w:val="009B5ABD"/>
    <w:rsid w:val="009B6AE3"/>
    <w:rsid w:val="009B7917"/>
    <w:rsid w:val="009C075D"/>
    <w:rsid w:val="009C0A52"/>
    <w:rsid w:val="009C0AB7"/>
    <w:rsid w:val="009C0E50"/>
    <w:rsid w:val="009C0EAC"/>
    <w:rsid w:val="009C1025"/>
    <w:rsid w:val="009C183E"/>
    <w:rsid w:val="009C3937"/>
    <w:rsid w:val="009C7A80"/>
    <w:rsid w:val="009D04C4"/>
    <w:rsid w:val="009D057A"/>
    <w:rsid w:val="009D058A"/>
    <w:rsid w:val="009D05CD"/>
    <w:rsid w:val="009D0907"/>
    <w:rsid w:val="009D0A75"/>
    <w:rsid w:val="009D0D98"/>
    <w:rsid w:val="009D1303"/>
    <w:rsid w:val="009D1BB2"/>
    <w:rsid w:val="009D2367"/>
    <w:rsid w:val="009D23B7"/>
    <w:rsid w:val="009D2D43"/>
    <w:rsid w:val="009D4BC6"/>
    <w:rsid w:val="009D55B8"/>
    <w:rsid w:val="009D572D"/>
    <w:rsid w:val="009D724F"/>
    <w:rsid w:val="009E1005"/>
    <w:rsid w:val="009E2465"/>
    <w:rsid w:val="009E32EC"/>
    <w:rsid w:val="009E438C"/>
    <w:rsid w:val="009E4750"/>
    <w:rsid w:val="009E4B9C"/>
    <w:rsid w:val="009E5157"/>
    <w:rsid w:val="009E558F"/>
    <w:rsid w:val="009E5628"/>
    <w:rsid w:val="009E57E1"/>
    <w:rsid w:val="009E599A"/>
    <w:rsid w:val="009E5A27"/>
    <w:rsid w:val="009E655D"/>
    <w:rsid w:val="009E7E84"/>
    <w:rsid w:val="009F0C42"/>
    <w:rsid w:val="009F1269"/>
    <w:rsid w:val="009F1E85"/>
    <w:rsid w:val="009F1EE8"/>
    <w:rsid w:val="009F2CD7"/>
    <w:rsid w:val="009F3EAC"/>
    <w:rsid w:val="009F4812"/>
    <w:rsid w:val="009F486F"/>
    <w:rsid w:val="009F4AAC"/>
    <w:rsid w:val="009F6440"/>
    <w:rsid w:val="009F6FC2"/>
    <w:rsid w:val="009F7179"/>
    <w:rsid w:val="00A00235"/>
    <w:rsid w:val="00A00385"/>
    <w:rsid w:val="00A00DFA"/>
    <w:rsid w:val="00A00FDE"/>
    <w:rsid w:val="00A01C51"/>
    <w:rsid w:val="00A023D3"/>
    <w:rsid w:val="00A04CF2"/>
    <w:rsid w:val="00A04D74"/>
    <w:rsid w:val="00A07165"/>
    <w:rsid w:val="00A132AC"/>
    <w:rsid w:val="00A13311"/>
    <w:rsid w:val="00A1403C"/>
    <w:rsid w:val="00A16DAF"/>
    <w:rsid w:val="00A16DC5"/>
    <w:rsid w:val="00A17983"/>
    <w:rsid w:val="00A20630"/>
    <w:rsid w:val="00A2108B"/>
    <w:rsid w:val="00A21CA4"/>
    <w:rsid w:val="00A22784"/>
    <w:rsid w:val="00A2355D"/>
    <w:rsid w:val="00A241A1"/>
    <w:rsid w:val="00A24B8E"/>
    <w:rsid w:val="00A2527A"/>
    <w:rsid w:val="00A25967"/>
    <w:rsid w:val="00A25C8A"/>
    <w:rsid w:val="00A25E08"/>
    <w:rsid w:val="00A26CC0"/>
    <w:rsid w:val="00A31979"/>
    <w:rsid w:val="00A32211"/>
    <w:rsid w:val="00A32D26"/>
    <w:rsid w:val="00A32FB4"/>
    <w:rsid w:val="00A33E97"/>
    <w:rsid w:val="00A351ED"/>
    <w:rsid w:val="00A354B5"/>
    <w:rsid w:val="00A37112"/>
    <w:rsid w:val="00A403E1"/>
    <w:rsid w:val="00A427E8"/>
    <w:rsid w:val="00A42A27"/>
    <w:rsid w:val="00A43224"/>
    <w:rsid w:val="00A4446D"/>
    <w:rsid w:val="00A45CD2"/>
    <w:rsid w:val="00A46A2D"/>
    <w:rsid w:val="00A47E99"/>
    <w:rsid w:val="00A47E9D"/>
    <w:rsid w:val="00A50130"/>
    <w:rsid w:val="00A51CC1"/>
    <w:rsid w:val="00A51F44"/>
    <w:rsid w:val="00A52289"/>
    <w:rsid w:val="00A532F8"/>
    <w:rsid w:val="00A5335F"/>
    <w:rsid w:val="00A53A63"/>
    <w:rsid w:val="00A53A6B"/>
    <w:rsid w:val="00A54C43"/>
    <w:rsid w:val="00A5501A"/>
    <w:rsid w:val="00A55033"/>
    <w:rsid w:val="00A555E7"/>
    <w:rsid w:val="00A568C9"/>
    <w:rsid w:val="00A56B6D"/>
    <w:rsid w:val="00A56D85"/>
    <w:rsid w:val="00A6100C"/>
    <w:rsid w:val="00A610EA"/>
    <w:rsid w:val="00A61326"/>
    <w:rsid w:val="00A6148C"/>
    <w:rsid w:val="00A62C57"/>
    <w:rsid w:val="00A643E1"/>
    <w:rsid w:val="00A64875"/>
    <w:rsid w:val="00A658F4"/>
    <w:rsid w:val="00A66E9B"/>
    <w:rsid w:val="00A67AE6"/>
    <w:rsid w:val="00A67C60"/>
    <w:rsid w:val="00A704C1"/>
    <w:rsid w:val="00A70FD4"/>
    <w:rsid w:val="00A71071"/>
    <w:rsid w:val="00A71460"/>
    <w:rsid w:val="00A72EBB"/>
    <w:rsid w:val="00A744BC"/>
    <w:rsid w:val="00A74902"/>
    <w:rsid w:val="00A755A8"/>
    <w:rsid w:val="00A75859"/>
    <w:rsid w:val="00A76A83"/>
    <w:rsid w:val="00A76B51"/>
    <w:rsid w:val="00A776A0"/>
    <w:rsid w:val="00A77FB1"/>
    <w:rsid w:val="00A80247"/>
    <w:rsid w:val="00A8110C"/>
    <w:rsid w:val="00A81A44"/>
    <w:rsid w:val="00A82D9A"/>
    <w:rsid w:val="00A8351C"/>
    <w:rsid w:val="00A83E29"/>
    <w:rsid w:val="00A84F5E"/>
    <w:rsid w:val="00A86564"/>
    <w:rsid w:val="00A876BA"/>
    <w:rsid w:val="00A902C5"/>
    <w:rsid w:val="00A918CD"/>
    <w:rsid w:val="00A919E8"/>
    <w:rsid w:val="00A9213D"/>
    <w:rsid w:val="00A9216A"/>
    <w:rsid w:val="00A92BD4"/>
    <w:rsid w:val="00A93E13"/>
    <w:rsid w:val="00A94CE5"/>
    <w:rsid w:val="00A953B0"/>
    <w:rsid w:val="00AA1488"/>
    <w:rsid w:val="00AA16A7"/>
    <w:rsid w:val="00AA284C"/>
    <w:rsid w:val="00AA337F"/>
    <w:rsid w:val="00AA364A"/>
    <w:rsid w:val="00AA39B1"/>
    <w:rsid w:val="00AA5AB1"/>
    <w:rsid w:val="00AA6354"/>
    <w:rsid w:val="00AA69C4"/>
    <w:rsid w:val="00AA7BF3"/>
    <w:rsid w:val="00AB00BD"/>
    <w:rsid w:val="00AB0AFF"/>
    <w:rsid w:val="00AB1210"/>
    <w:rsid w:val="00AB1322"/>
    <w:rsid w:val="00AB1703"/>
    <w:rsid w:val="00AB183A"/>
    <w:rsid w:val="00AB5455"/>
    <w:rsid w:val="00AB553F"/>
    <w:rsid w:val="00AB7210"/>
    <w:rsid w:val="00AB7CD3"/>
    <w:rsid w:val="00AC0025"/>
    <w:rsid w:val="00AC06E1"/>
    <w:rsid w:val="00AC0758"/>
    <w:rsid w:val="00AC25B9"/>
    <w:rsid w:val="00AC3706"/>
    <w:rsid w:val="00AC6090"/>
    <w:rsid w:val="00AC6127"/>
    <w:rsid w:val="00AD0F4E"/>
    <w:rsid w:val="00AD1836"/>
    <w:rsid w:val="00AD1864"/>
    <w:rsid w:val="00AD30C0"/>
    <w:rsid w:val="00AD326C"/>
    <w:rsid w:val="00AD405D"/>
    <w:rsid w:val="00AD451E"/>
    <w:rsid w:val="00AD47D8"/>
    <w:rsid w:val="00AD4DA2"/>
    <w:rsid w:val="00AD5AF7"/>
    <w:rsid w:val="00AD71D9"/>
    <w:rsid w:val="00AD7494"/>
    <w:rsid w:val="00AD7C55"/>
    <w:rsid w:val="00AE05F0"/>
    <w:rsid w:val="00AE0EB8"/>
    <w:rsid w:val="00AE2015"/>
    <w:rsid w:val="00AE3244"/>
    <w:rsid w:val="00AE3325"/>
    <w:rsid w:val="00AE49E1"/>
    <w:rsid w:val="00AE4AFC"/>
    <w:rsid w:val="00AE520E"/>
    <w:rsid w:val="00AE5611"/>
    <w:rsid w:val="00AE5F86"/>
    <w:rsid w:val="00AE6858"/>
    <w:rsid w:val="00AF0742"/>
    <w:rsid w:val="00AF0982"/>
    <w:rsid w:val="00AF0E11"/>
    <w:rsid w:val="00AF1076"/>
    <w:rsid w:val="00AF2031"/>
    <w:rsid w:val="00AF35E0"/>
    <w:rsid w:val="00AF3B9B"/>
    <w:rsid w:val="00AF4300"/>
    <w:rsid w:val="00AF5343"/>
    <w:rsid w:val="00AF5A5C"/>
    <w:rsid w:val="00AF701E"/>
    <w:rsid w:val="00AF7490"/>
    <w:rsid w:val="00AF75C3"/>
    <w:rsid w:val="00AF7D75"/>
    <w:rsid w:val="00B00320"/>
    <w:rsid w:val="00B0116E"/>
    <w:rsid w:val="00B03565"/>
    <w:rsid w:val="00B05599"/>
    <w:rsid w:val="00B06DD2"/>
    <w:rsid w:val="00B109C4"/>
    <w:rsid w:val="00B10FF3"/>
    <w:rsid w:val="00B127C6"/>
    <w:rsid w:val="00B149A3"/>
    <w:rsid w:val="00B174C5"/>
    <w:rsid w:val="00B17B38"/>
    <w:rsid w:val="00B210D8"/>
    <w:rsid w:val="00B219EB"/>
    <w:rsid w:val="00B21C77"/>
    <w:rsid w:val="00B23005"/>
    <w:rsid w:val="00B23249"/>
    <w:rsid w:val="00B27F18"/>
    <w:rsid w:val="00B3051A"/>
    <w:rsid w:val="00B33A45"/>
    <w:rsid w:val="00B346DD"/>
    <w:rsid w:val="00B36844"/>
    <w:rsid w:val="00B41FAE"/>
    <w:rsid w:val="00B42365"/>
    <w:rsid w:val="00B42C26"/>
    <w:rsid w:val="00B43906"/>
    <w:rsid w:val="00B43A15"/>
    <w:rsid w:val="00B44069"/>
    <w:rsid w:val="00B442DC"/>
    <w:rsid w:val="00B4444F"/>
    <w:rsid w:val="00B4458A"/>
    <w:rsid w:val="00B4473E"/>
    <w:rsid w:val="00B44F11"/>
    <w:rsid w:val="00B45295"/>
    <w:rsid w:val="00B45814"/>
    <w:rsid w:val="00B45C9A"/>
    <w:rsid w:val="00B46B4C"/>
    <w:rsid w:val="00B47B84"/>
    <w:rsid w:val="00B47EC2"/>
    <w:rsid w:val="00B52758"/>
    <w:rsid w:val="00B55AD5"/>
    <w:rsid w:val="00B56D13"/>
    <w:rsid w:val="00B56FE6"/>
    <w:rsid w:val="00B60078"/>
    <w:rsid w:val="00B60C13"/>
    <w:rsid w:val="00B60E32"/>
    <w:rsid w:val="00B617ED"/>
    <w:rsid w:val="00B61D1D"/>
    <w:rsid w:val="00B6250A"/>
    <w:rsid w:val="00B628F1"/>
    <w:rsid w:val="00B6332E"/>
    <w:rsid w:val="00B641AA"/>
    <w:rsid w:val="00B6434A"/>
    <w:rsid w:val="00B6493F"/>
    <w:rsid w:val="00B64A7D"/>
    <w:rsid w:val="00B64DA2"/>
    <w:rsid w:val="00B6603B"/>
    <w:rsid w:val="00B66294"/>
    <w:rsid w:val="00B6684A"/>
    <w:rsid w:val="00B66E5E"/>
    <w:rsid w:val="00B70904"/>
    <w:rsid w:val="00B70EF2"/>
    <w:rsid w:val="00B731B2"/>
    <w:rsid w:val="00B73396"/>
    <w:rsid w:val="00B73714"/>
    <w:rsid w:val="00B74A1B"/>
    <w:rsid w:val="00B74A4E"/>
    <w:rsid w:val="00B77B77"/>
    <w:rsid w:val="00B80860"/>
    <w:rsid w:val="00B80DCC"/>
    <w:rsid w:val="00B8147B"/>
    <w:rsid w:val="00B815A0"/>
    <w:rsid w:val="00B8172C"/>
    <w:rsid w:val="00B827A2"/>
    <w:rsid w:val="00B830E6"/>
    <w:rsid w:val="00B833A1"/>
    <w:rsid w:val="00B83A43"/>
    <w:rsid w:val="00B83E22"/>
    <w:rsid w:val="00B85099"/>
    <w:rsid w:val="00B850A1"/>
    <w:rsid w:val="00B9227C"/>
    <w:rsid w:val="00B929F6"/>
    <w:rsid w:val="00B95841"/>
    <w:rsid w:val="00B97D13"/>
    <w:rsid w:val="00BA0897"/>
    <w:rsid w:val="00BA0B0D"/>
    <w:rsid w:val="00BA1ADD"/>
    <w:rsid w:val="00BA332B"/>
    <w:rsid w:val="00BA45EF"/>
    <w:rsid w:val="00BA4604"/>
    <w:rsid w:val="00BA5877"/>
    <w:rsid w:val="00BA6ABB"/>
    <w:rsid w:val="00BA6D3E"/>
    <w:rsid w:val="00BB0088"/>
    <w:rsid w:val="00BB1F43"/>
    <w:rsid w:val="00BB21BB"/>
    <w:rsid w:val="00BB27C2"/>
    <w:rsid w:val="00BB4FE3"/>
    <w:rsid w:val="00BB51C3"/>
    <w:rsid w:val="00BB568B"/>
    <w:rsid w:val="00BB6543"/>
    <w:rsid w:val="00BB6B7A"/>
    <w:rsid w:val="00BB7277"/>
    <w:rsid w:val="00BC1323"/>
    <w:rsid w:val="00BC1DC4"/>
    <w:rsid w:val="00BC3B6B"/>
    <w:rsid w:val="00BC4665"/>
    <w:rsid w:val="00BC4B0E"/>
    <w:rsid w:val="00BC557D"/>
    <w:rsid w:val="00BC7A19"/>
    <w:rsid w:val="00BD01CF"/>
    <w:rsid w:val="00BD1202"/>
    <w:rsid w:val="00BD1D4E"/>
    <w:rsid w:val="00BD3DCD"/>
    <w:rsid w:val="00BD43E4"/>
    <w:rsid w:val="00BD4866"/>
    <w:rsid w:val="00BD5F7D"/>
    <w:rsid w:val="00BD74F1"/>
    <w:rsid w:val="00BE0D3A"/>
    <w:rsid w:val="00BE2219"/>
    <w:rsid w:val="00BE2CA6"/>
    <w:rsid w:val="00BE3C51"/>
    <w:rsid w:val="00BE3FB6"/>
    <w:rsid w:val="00BE50B4"/>
    <w:rsid w:val="00BE51B4"/>
    <w:rsid w:val="00BE631C"/>
    <w:rsid w:val="00BE6E1D"/>
    <w:rsid w:val="00BF21F4"/>
    <w:rsid w:val="00BF2BAB"/>
    <w:rsid w:val="00BF2EEB"/>
    <w:rsid w:val="00BF37D5"/>
    <w:rsid w:val="00BF4434"/>
    <w:rsid w:val="00BF4EF9"/>
    <w:rsid w:val="00BF5734"/>
    <w:rsid w:val="00BF59F7"/>
    <w:rsid w:val="00BF6D00"/>
    <w:rsid w:val="00BF70AB"/>
    <w:rsid w:val="00C01543"/>
    <w:rsid w:val="00C0287A"/>
    <w:rsid w:val="00C02E1A"/>
    <w:rsid w:val="00C0322A"/>
    <w:rsid w:val="00C03BD4"/>
    <w:rsid w:val="00C03D4F"/>
    <w:rsid w:val="00C04A6D"/>
    <w:rsid w:val="00C052AB"/>
    <w:rsid w:val="00C05A22"/>
    <w:rsid w:val="00C06DEA"/>
    <w:rsid w:val="00C071CB"/>
    <w:rsid w:val="00C07A49"/>
    <w:rsid w:val="00C11A7C"/>
    <w:rsid w:val="00C11F45"/>
    <w:rsid w:val="00C12027"/>
    <w:rsid w:val="00C1266D"/>
    <w:rsid w:val="00C12A0A"/>
    <w:rsid w:val="00C1377B"/>
    <w:rsid w:val="00C1443B"/>
    <w:rsid w:val="00C14B78"/>
    <w:rsid w:val="00C15012"/>
    <w:rsid w:val="00C15ED9"/>
    <w:rsid w:val="00C16FBE"/>
    <w:rsid w:val="00C1706C"/>
    <w:rsid w:val="00C20562"/>
    <w:rsid w:val="00C20F2C"/>
    <w:rsid w:val="00C2169C"/>
    <w:rsid w:val="00C21B9E"/>
    <w:rsid w:val="00C2220B"/>
    <w:rsid w:val="00C22438"/>
    <w:rsid w:val="00C24C9D"/>
    <w:rsid w:val="00C26509"/>
    <w:rsid w:val="00C271D6"/>
    <w:rsid w:val="00C273E9"/>
    <w:rsid w:val="00C27E2D"/>
    <w:rsid w:val="00C30A06"/>
    <w:rsid w:val="00C31739"/>
    <w:rsid w:val="00C31A64"/>
    <w:rsid w:val="00C31E19"/>
    <w:rsid w:val="00C327B3"/>
    <w:rsid w:val="00C338DE"/>
    <w:rsid w:val="00C34721"/>
    <w:rsid w:val="00C34952"/>
    <w:rsid w:val="00C35601"/>
    <w:rsid w:val="00C369EB"/>
    <w:rsid w:val="00C37030"/>
    <w:rsid w:val="00C41882"/>
    <w:rsid w:val="00C41A11"/>
    <w:rsid w:val="00C43634"/>
    <w:rsid w:val="00C43B24"/>
    <w:rsid w:val="00C441C7"/>
    <w:rsid w:val="00C44697"/>
    <w:rsid w:val="00C44C73"/>
    <w:rsid w:val="00C44D1F"/>
    <w:rsid w:val="00C4501D"/>
    <w:rsid w:val="00C452E5"/>
    <w:rsid w:val="00C454B4"/>
    <w:rsid w:val="00C457F3"/>
    <w:rsid w:val="00C45D77"/>
    <w:rsid w:val="00C469A6"/>
    <w:rsid w:val="00C47267"/>
    <w:rsid w:val="00C47589"/>
    <w:rsid w:val="00C477E6"/>
    <w:rsid w:val="00C50763"/>
    <w:rsid w:val="00C511FE"/>
    <w:rsid w:val="00C52411"/>
    <w:rsid w:val="00C526CE"/>
    <w:rsid w:val="00C5356C"/>
    <w:rsid w:val="00C54E82"/>
    <w:rsid w:val="00C566E9"/>
    <w:rsid w:val="00C56843"/>
    <w:rsid w:val="00C56D0D"/>
    <w:rsid w:val="00C62122"/>
    <w:rsid w:val="00C657B8"/>
    <w:rsid w:val="00C66BBA"/>
    <w:rsid w:val="00C67E68"/>
    <w:rsid w:val="00C70382"/>
    <w:rsid w:val="00C70B6A"/>
    <w:rsid w:val="00C719CD"/>
    <w:rsid w:val="00C71B67"/>
    <w:rsid w:val="00C72228"/>
    <w:rsid w:val="00C726D7"/>
    <w:rsid w:val="00C7299E"/>
    <w:rsid w:val="00C740AD"/>
    <w:rsid w:val="00C752CB"/>
    <w:rsid w:val="00C761EE"/>
    <w:rsid w:val="00C761F4"/>
    <w:rsid w:val="00C77300"/>
    <w:rsid w:val="00C77370"/>
    <w:rsid w:val="00C80662"/>
    <w:rsid w:val="00C822D2"/>
    <w:rsid w:val="00C8353D"/>
    <w:rsid w:val="00C84061"/>
    <w:rsid w:val="00C8422D"/>
    <w:rsid w:val="00C851CC"/>
    <w:rsid w:val="00C854B7"/>
    <w:rsid w:val="00C85622"/>
    <w:rsid w:val="00C8679A"/>
    <w:rsid w:val="00C86E9C"/>
    <w:rsid w:val="00C90B91"/>
    <w:rsid w:val="00C92C3B"/>
    <w:rsid w:val="00C93F14"/>
    <w:rsid w:val="00C94691"/>
    <w:rsid w:val="00C94C1E"/>
    <w:rsid w:val="00C966C0"/>
    <w:rsid w:val="00C96A34"/>
    <w:rsid w:val="00C96C7E"/>
    <w:rsid w:val="00CA0242"/>
    <w:rsid w:val="00CA03DA"/>
    <w:rsid w:val="00CA11EF"/>
    <w:rsid w:val="00CA164E"/>
    <w:rsid w:val="00CA32D7"/>
    <w:rsid w:val="00CA3AA1"/>
    <w:rsid w:val="00CA5870"/>
    <w:rsid w:val="00CA58F6"/>
    <w:rsid w:val="00CA5CF7"/>
    <w:rsid w:val="00CA65CC"/>
    <w:rsid w:val="00CA6691"/>
    <w:rsid w:val="00CA69E9"/>
    <w:rsid w:val="00CA6BC3"/>
    <w:rsid w:val="00CA6FF7"/>
    <w:rsid w:val="00CB0AD4"/>
    <w:rsid w:val="00CB0BAC"/>
    <w:rsid w:val="00CB39EF"/>
    <w:rsid w:val="00CB4446"/>
    <w:rsid w:val="00CB4787"/>
    <w:rsid w:val="00CB7D7C"/>
    <w:rsid w:val="00CC058D"/>
    <w:rsid w:val="00CC309D"/>
    <w:rsid w:val="00CC35E3"/>
    <w:rsid w:val="00CC44A8"/>
    <w:rsid w:val="00CC4637"/>
    <w:rsid w:val="00CC664B"/>
    <w:rsid w:val="00CD04FE"/>
    <w:rsid w:val="00CD095E"/>
    <w:rsid w:val="00CD1FBB"/>
    <w:rsid w:val="00CD26F4"/>
    <w:rsid w:val="00CD28EE"/>
    <w:rsid w:val="00CD3589"/>
    <w:rsid w:val="00CD426C"/>
    <w:rsid w:val="00CD4AFB"/>
    <w:rsid w:val="00CD6B13"/>
    <w:rsid w:val="00CE013A"/>
    <w:rsid w:val="00CE085D"/>
    <w:rsid w:val="00CE0DE8"/>
    <w:rsid w:val="00CE18F4"/>
    <w:rsid w:val="00CE226D"/>
    <w:rsid w:val="00CE228D"/>
    <w:rsid w:val="00CE264C"/>
    <w:rsid w:val="00CE2858"/>
    <w:rsid w:val="00CE41A0"/>
    <w:rsid w:val="00CE4DD6"/>
    <w:rsid w:val="00CE57A9"/>
    <w:rsid w:val="00CE6166"/>
    <w:rsid w:val="00CE7401"/>
    <w:rsid w:val="00CF0BE5"/>
    <w:rsid w:val="00CF1120"/>
    <w:rsid w:val="00CF2724"/>
    <w:rsid w:val="00CF2AD9"/>
    <w:rsid w:val="00CF36C5"/>
    <w:rsid w:val="00CF3737"/>
    <w:rsid w:val="00CF3817"/>
    <w:rsid w:val="00CF6F6F"/>
    <w:rsid w:val="00CF74CF"/>
    <w:rsid w:val="00D00B4A"/>
    <w:rsid w:val="00D018B3"/>
    <w:rsid w:val="00D01A98"/>
    <w:rsid w:val="00D01B6E"/>
    <w:rsid w:val="00D048C0"/>
    <w:rsid w:val="00D04BB3"/>
    <w:rsid w:val="00D04F45"/>
    <w:rsid w:val="00D06366"/>
    <w:rsid w:val="00D079DB"/>
    <w:rsid w:val="00D07F28"/>
    <w:rsid w:val="00D10272"/>
    <w:rsid w:val="00D10E4B"/>
    <w:rsid w:val="00D1122D"/>
    <w:rsid w:val="00D1130A"/>
    <w:rsid w:val="00D11FA0"/>
    <w:rsid w:val="00D12CDA"/>
    <w:rsid w:val="00D12D6D"/>
    <w:rsid w:val="00D14202"/>
    <w:rsid w:val="00D14DBE"/>
    <w:rsid w:val="00D167C0"/>
    <w:rsid w:val="00D16B84"/>
    <w:rsid w:val="00D206CB"/>
    <w:rsid w:val="00D21F1F"/>
    <w:rsid w:val="00D226CE"/>
    <w:rsid w:val="00D22FE4"/>
    <w:rsid w:val="00D233E8"/>
    <w:rsid w:val="00D2401D"/>
    <w:rsid w:val="00D24B46"/>
    <w:rsid w:val="00D253CC"/>
    <w:rsid w:val="00D25E77"/>
    <w:rsid w:val="00D26E65"/>
    <w:rsid w:val="00D27B81"/>
    <w:rsid w:val="00D30A52"/>
    <w:rsid w:val="00D30A9B"/>
    <w:rsid w:val="00D30E41"/>
    <w:rsid w:val="00D3231F"/>
    <w:rsid w:val="00D35791"/>
    <w:rsid w:val="00D35F43"/>
    <w:rsid w:val="00D3682A"/>
    <w:rsid w:val="00D37650"/>
    <w:rsid w:val="00D37B01"/>
    <w:rsid w:val="00D424F1"/>
    <w:rsid w:val="00D4283E"/>
    <w:rsid w:val="00D42BA4"/>
    <w:rsid w:val="00D430D4"/>
    <w:rsid w:val="00D44272"/>
    <w:rsid w:val="00D444D3"/>
    <w:rsid w:val="00D44523"/>
    <w:rsid w:val="00D44D58"/>
    <w:rsid w:val="00D45B72"/>
    <w:rsid w:val="00D47632"/>
    <w:rsid w:val="00D479FF"/>
    <w:rsid w:val="00D500D0"/>
    <w:rsid w:val="00D502E4"/>
    <w:rsid w:val="00D51D90"/>
    <w:rsid w:val="00D52A78"/>
    <w:rsid w:val="00D52CF4"/>
    <w:rsid w:val="00D544FF"/>
    <w:rsid w:val="00D5591F"/>
    <w:rsid w:val="00D5688A"/>
    <w:rsid w:val="00D57046"/>
    <w:rsid w:val="00D57DB4"/>
    <w:rsid w:val="00D57EB8"/>
    <w:rsid w:val="00D57F94"/>
    <w:rsid w:val="00D60124"/>
    <w:rsid w:val="00D60232"/>
    <w:rsid w:val="00D604AB"/>
    <w:rsid w:val="00D626AC"/>
    <w:rsid w:val="00D63565"/>
    <w:rsid w:val="00D644A4"/>
    <w:rsid w:val="00D64EB0"/>
    <w:rsid w:val="00D65781"/>
    <w:rsid w:val="00D67FCA"/>
    <w:rsid w:val="00D70443"/>
    <w:rsid w:val="00D7378D"/>
    <w:rsid w:val="00D73ACE"/>
    <w:rsid w:val="00D74344"/>
    <w:rsid w:val="00D751A8"/>
    <w:rsid w:val="00D76DCC"/>
    <w:rsid w:val="00D81E89"/>
    <w:rsid w:val="00D821BD"/>
    <w:rsid w:val="00D82544"/>
    <w:rsid w:val="00D8289D"/>
    <w:rsid w:val="00D82A12"/>
    <w:rsid w:val="00D82C2B"/>
    <w:rsid w:val="00D833BB"/>
    <w:rsid w:val="00D834ED"/>
    <w:rsid w:val="00D84D60"/>
    <w:rsid w:val="00D85323"/>
    <w:rsid w:val="00D8567C"/>
    <w:rsid w:val="00D8657F"/>
    <w:rsid w:val="00D8678A"/>
    <w:rsid w:val="00D87036"/>
    <w:rsid w:val="00D87D34"/>
    <w:rsid w:val="00D9018C"/>
    <w:rsid w:val="00D90866"/>
    <w:rsid w:val="00D90E51"/>
    <w:rsid w:val="00D91863"/>
    <w:rsid w:val="00D93053"/>
    <w:rsid w:val="00D93955"/>
    <w:rsid w:val="00D940ED"/>
    <w:rsid w:val="00D9469E"/>
    <w:rsid w:val="00D97138"/>
    <w:rsid w:val="00D971AF"/>
    <w:rsid w:val="00D9763D"/>
    <w:rsid w:val="00D97F7C"/>
    <w:rsid w:val="00DA0452"/>
    <w:rsid w:val="00DA1F03"/>
    <w:rsid w:val="00DA45E9"/>
    <w:rsid w:val="00DA6FC1"/>
    <w:rsid w:val="00DA797F"/>
    <w:rsid w:val="00DB0EC7"/>
    <w:rsid w:val="00DB13DB"/>
    <w:rsid w:val="00DB1A4E"/>
    <w:rsid w:val="00DB21B6"/>
    <w:rsid w:val="00DB38FB"/>
    <w:rsid w:val="00DB3DF8"/>
    <w:rsid w:val="00DB4772"/>
    <w:rsid w:val="00DB56AD"/>
    <w:rsid w:val="00DB627D"/>
    <w:rsid w:val="00DB7E4C"/>
    <w:rsid w:val="00DB7FA2"/>
    <w:rsid w:val="00DC04B9"/>
    <w:rsid w:val="00DC06E4"/>
    <w:rsid w:val="00DC0995"/>
    <w:rsid w:val="00DC2AE1"/>
    <w:rsid w:val="00DC33A2"/>
    <w:rsid w:val="00DC3BAD"/>
    <w:rsid w:val="00DC4008"/>
    <w:rsid w:val="00DC404F"/>
    <w:rsid w:val="00DC4DE1"/>
    <w:rsid w:val="00DC4F54"/>
    <w:rsid w:val="00DC7B5D"/>
    <w:rsid w:val="00DD051F"/>
    <w:rsid w:val="00DD14D0"/>
    <w:rsid w:val="00DD160D"/>
    <w:rsid w:val="00DD1D03"/>
    <w:rsid w:val="00DD2E49"/>
    <w:rsid w:val="00DD3017"/>
    <w:rsid w:val="00DD4424"/>
    <w:rsid w:val="00DD5027"/>
    <w:rsid w:val="00DD5319"/>
    <w:rsid w:val="00DD71BB"/>
    <w:rsid w:val="00DD78C8"/>
    <w:rsid w:val="00DE0715"/>
    <w:rsid w:val="00DE1BC9"/>
    <w:rsid w:val="00DE318B"/>
    <w:rsid w:val="00DE32CE"/>
    <w:rsid w:val="00DE588A"/>
    <w:rsid w:val="00DE671D"/>
    <w:rsid w:val="00DE6B7C"/>
    <w:rsid w:val="00DE7DC4"/>
    <w:rsid w:val="00DF0A3B"/>
    <w:rsid w:val="00DF2035"/>
    <w:rsid w:val="00DF27D7"/>
    <w:rsid w:val="00DF33BC"/>
    <w:rsid w:val="00DF3467"/>
    <w:rsid w:val="00DF367D"/>
    <w:rsid w:val="00DF5638"/>
    <w:rsid w:val="00DF5BF7"/>
    <w:rsid w:val="00DF668C"/>
    <w:rsid w:val="00DF6838"/>
    <w:rsid w:val="00DF6987"/>
    <w:rsid w:val="00DF6A96"/>
    <w:rsid w:val="00DF6B9A"/>
    <w:rsid w:val="00DF7CF7"/>
    <w:rsid w:val="00E0009F"/>
    <w:rsid w:val="00E00B49"/>
    <w:rsid w:val="00E00B8B"/>
    <w:rsid w:val="00E011B0"/>
    <w:rsid w:val="00E01506"/>
    <w:rsid w:val="00E01F84"/>
    <w:rsid w:val="00E02295"/>
    <w:rsid w:val="00E048D9"/>
    <w:rsid w:val="00E052F2"/>
    <w:rsid w:val="00E05EB2"/>
    <w:rsid w:val="00E06023"/>
    <w:rsid w:val="00E101EA"/>
    <w:rsid w:val="00E14745"/>
    <w:rsid w:val="00E14C60"/>
    <w:rsid w:val="00E15AB4"/>
    <w:rsid w:val="00E15F91"/>
    <w:rsid w:val="00E16645"/>
    <w:rsid w:val="00E17A87"/>
    <w:rsid w:val="00E17B75"/>
    <w:rsid w:val="00E17F73"/>
    <w:rsid w:val="00E202E6"/>
    <w:rsid w:val="00E224C4"/>
    <w:rsid w:val="00E241BB"/>
    <w:rsid w:val="00E24C1B"/>
    <w:rsid w:val="00E2725D"/>
    <w:rsid w:val="00E27E2D"/>
    <w:rsid w:val="00E31629"/>
    <w:rsid w:val="00E316D7"/>
    <w:rsid w:val="00E31B7B"/>
    <w:rsid w:val="00E31E70"/>
    <w:rsid w:val="00E3267E"/>
    <w:rsid w:val="00E331AA"/>
    <w:rsid w:val="00E3329E"/>
    <w:rsid w:val="00E35DE7"/>
    <w:rsid w:val="00E36460"/>
    <w:rsid w:val="00E3699D"/>
    <w:rsid w:val="00E379E2"/>
    <w:rsid w:val="00E41500"/>
    <w:rsid w:val="00E41800"/>
    <w:rsid w:val="00E42FF0"/>
    <w:rsid w:val="00E434C1"/>
    <w:rsid w:val="00E43A0E"/>
    <w:rsid w:val="00E44014"/>
    <w:rsid w:val="00E4507A"/>
    <w:rsid w:val="00E45584"/>
    <w:rsid w:val="00E4580E"/>
    <w:rsid w:val="00E461BC"/>
    <w:rsid w:val="00E473F1"/>
    <w:rsid w:val="00E4740C"/>
    <w:rsid w:val="00E50AD0"/>
    <w:rsid w:val="00E50DAA"/>
    <w:rsid w:val="00E5123D"/>
    <w:rsid w:val="00E51D44"/>
    <w:rsid w:val="00E51ED1"/>
    <w:rsid w:val="00E52955"/>
    <w:rsid w:val="00E530B6"/>
    <w:rsid w:val="00E541A7"/>
    <w:rsid w:val="00E561C9"/>
    <w:rsid w:val="00E57B64"/>
    <w:rsid w:val="00E60147"/>
    <w:rsid w:val="00E60817"/>
    <w:rsid w:val="00E61500"/>
    <w:rsid w:val="00E62ECE"/>
    <w:rsid w:val="00E632FD"/>
    <w:rsid w:val="00E63713"/>
    <w:rsid w:val="00E63917"/>
    <w:rsid w:val="00E63C5B"/>
    <w:rsid w:val="00E63F48"/>
    <w:rsid w:val="00E658CF"/>
    <w:rsid w:val="00E65FEA"/>
    <w:rsid w:val="00E667E7"/>
    <w:rsid w:val="00E676C2"/>
    <w:rsid w:val="00E67ACD"/>
    <w:rsid w:val="00E7365F"/>
    <w:rsid w:val="00E73C44"/>
    <w:rsid w:val="00E742B3"/>
    <w:rsid w:val="00E7433D"/>
    <w:rsid w:val="00E746AE"/>
    <w:rsid w:val="00E75092"/>
    <w:rsid w:val="00E75852"/>
    <w:rsid w:val="00E75D2A"/>
    <w:rsid w:val="00E75EFF"/>
    <w:rsid w:val="00E7617F"/>
    <w:rsid w:val="00E7628C"/>
    <w:rsid w:val="00E76779"/>
    <w:rsid w:val="00E769F4"/>
    <w:rsid w:val="00E76D6F"/>
    <w:rsid w:val="00E77167"/>
    <w:rsid w:val="00E77329"/>
    <w:rsid w:val="00E774B4"/>
    <w:rsid w:val="00E8089B"/>
    <w:rsid w:val="00E82529"/>
    <w:rsid w:val="00E8281D"/>
    <w:rsid w:val="00E82BEA"/>
    <w:rsid w:val="00E82F6F"/>
    <w:rsid w:val="00E83300"/>
    <w:rsid w:val="00E8344F"/>
    <w:rsid w:val="00E836DB"/>
    <w:rsid w:val="00E86CB2"/>
    <w:rsid w:val="00E86F5D"/>
    <w:rsid w:val="00E87334"/>
    <w:rsid w:val="00E87D8F"/>
    <w:rsid w:val="00E87E41"/>
    <w:rsid w:val="00E906A9"/>
    <w:rsid w:val="00E9123E"/>
    <w:rsid w:val="00E920BA"/>
    <w:rsid w:val="00E92567"/>
    <w:rsid w:val="00E92A65"/>
    <w:rsid w:val="00E93C5A"/>
    <w:rsid w:val="00E962BE"/>
    <w:rsid w:val="00E967C2"/>
    <w:rsid w:val="00E96D7A"/>
    <w:rsid w:val="00E97928"/>
    <w:rsid w:val="00EA5C92"/>
    <w:rsid w:val="00EB0CAD"/>
    <w:rsid w:val="00EB1D0E"/>
    <w:rsid w:val="00EB2365"/>
    <w:rsid w:val="00EB3D62"/>
    <w:rsid w:val="00EB6D87"/>
    <w:rsid w:val="00EB7345"/>
    <w:rsid w:val="00EC156F"/>
    <w:rsid w:val="00EC1DCE"/>
    <w:rsid w:val="00EC267F"/>
    <w:rsid w:val="00EC290F"/>
    <w:rsid w:val="00EC3194"/>
    <w:rsid w:val="00EC32BF"/>
    <w:rsid w:val="00EC3C8E"/>
    <w:rsid w:val="00EC3EF2"/>
    <w:rsid w:val="00EC3FA7"/>
    <w:rsid w:val="00EC402F"/>
    <w:rsid w:val="00EC4623"/>
    <w:rsid w:val="00EC51A2"/>
    <w:rsid w:val="00EC6981"/>
    <w:rsid w:val="00EC7180"/>
    <w:rsid w:val="00EC7443"/>
    <w:rsid w:val="00ED03B2"/>
    <w:rsid w:val="00ED0871"/>
    <w:rsid w:val="00ED097A"/>
    <w:rsid w:val="00ED0DB2"/>
    <w:rsid w:val="00ED115F"/>
    <w:rsid w:val="00ED136D"/>
    <w:rsid w:val="00ED25B5"/>
    <w:rsid w:val="00ED25B9"/>
    <w:rsid w:val="00ED3A3F"/>
    <w:rsid w:val="00ED4274"/>
    <w:rsid w:val="00ED46AD"/>
    <w:rsid w:val="00ED5122"/>
    <w:rsid w:val="00ED538E"/>
    <w:rsid w:val="00ED5BB9"/>
    <w:rsid w:val="00ED7B61"/>
    <w:rsid w:val="00EE05AC"/>
    <w:rsid w:val="00EE184F"/>
    <w:rsid w:val="00EE2942"/>
    <w:rsid w:val="00EE2BCC"/>
    <w:rsid w:val="00EE3B04"/>
    <w:rsid w:val="00EE3BD8"/>
    <w:rsid w:val="00EE6593"/>
    <w:rsid w:val="00EE6E45"/>
    <w:rsid w:val="00EE7FFD"/>
    <w:rsid w:val="00EF22E4"/>
    <w:rsid w:val="00EF2B71"/>
    <w:rsid w:val="00EF3547"/>
    <w:rsid w:val="00EF3925"/>
    <w:rsid w:val="00EF4496"/>
    <w:rsid w:val="00EF4C8F"/>
    <w:rsid w:val="00EF4D7D"/>
    <w:rsid w:val="00EF4FC9"/>
    <w:rsid w:val="00EF51C0"/>
    <w:rsid w:val="00EF7448"/>
    <w:rsid w:val="00EF7F28"/>
    <w:rsid w:val="00F01362"/>
    <w:rsid w:val="00F014BB"/>
    <w:rsid w:val="00F0173E"/>
    <w:rsid w:val="00F01D51"/>
    <w:rsid w:val="00F029B6"/>
    <w:rsid w:val="00F032D3"/>
    <w:rsid w:val="00F03FD7"/>
    <w:rsid w:val="00F0421B"/>
    <w:rsid w:val="00F0433D"/>
    <w:rsid w:val="00F04EAD"/>
    <w:rsid w:val="00F07F52"/>
    <w:rsid w:val="00F10A8D"/>
    <w:rsid w:val="00F11310"/>
    <w:rsid w:val="00F11DA3"/>
    <w:rsid w:val="00F12163"/>
    <w:rsid w:val="00F12B96"/>
    <w:rsid w:val="00F130A0"/>
    <w:rsid w:val="00F1329D"/>
    <w:rsid w:val="00F134B2"/>
    <w:rsid w:val="00F1411E"/>
    <w:rsid w:val="00F155E0"/>
    <w:rsid w:val="00F158FD"/>
    <w:rsid w:val="00F16900"/>
    <w:rsid w:val="00F177BF"/>
    <w:rsid w:val="00F17E0F"/>
    <w:rsid w:val="00F2066C"/>
    <w:rsid w:val="00F22053"/>
    <w:rsid w:val="00F2215E"/>
    <w:rsid w:val="00F221F2"/>
    <w:rsid w:val="00F2290D"/>
    <w:rsid w:val="00F2297E"/>
    <w:rsid w:val="00F22A6F"/>
    <w:rsid w:val="00F24873"/>
    <w:rsid w:val="00F24A72"/>
    <w:rsid w:val="00F24B6A"/>
    <w:rsid w:val="00F24DBB"/>
    <w:rsid w:val="00F25077"/>
    <w:rsid w:val="00F25518"/>
    <w:rsid w:val="00F25DDC"/>
    <w:rsid w:val="00F264C5"/>
    <w:rsid w:val="00F26B64"/>
    <w:rsid w:val="00F26E72"/>
    <w:rsid w:val="00F2726B"/>
    <w:rsid w:val="00F2726F"/>
    <w:rsid w:val="00F272EF"/>
    <w:rsid w:val="00F273C4"/>
    <w:rsid w:val="00F276C6"/>
    <w:rsid w:val="00F27B1B"/>
    <w:rsid w:val="00F30D53"/>
    <w:rsid w:val="00F31044"/>
    <w:rsid w:val="00F33DF4"/>
    <w:rsid w:val="00F34A14"/>
    <w:rsid w:val="00F34F3E"/>
    <w:rsid w:val="00F363FB"/>
    <w:rsid w:val="00F3680A"/>
    <w:rsid w:val="00F36B1D"/>
    <w:rsid w:val="00F374C9"/>
    <w:rsid w:val="00F4008A"/>
    <w:rsid w:val="00F4010D"/>
    <w:rsid w:val="00F407B7"/>
    <w:rsid w:val="00F40B85"/>
    <w:rsid w:val="00F41499"/>
    <w:rsid w:val="00F417D1"/>
    <w:rsid w:val="00F42669"/>
    <w:rsid w:val="00F429A2"/>
    <w:rsid w:val="00F430BB"/>
    <w:rsid w:val="00F437CC"/>
    <w:rsid w:val="00F43EB0"/>
    <w:rsid w:val="00F4424D"/>
    <w:rsid w:val="00F44CE4"/>
    <w:rsid w:val="00F46D9D"/>
    <w:rsid w:val="00F46E2B"/>
    <w:rsid w:val="00F474B0"/>
    <w:rsid w:val="00F477AC"/>
    <w:rsid w:val="00F514DF"/>
    <w:rsid w:val="00F5169B"/>
    <w:rsid w:val="00F5274F"/>
    <w:rsid w:val="00F52CAA"/>
    <w:rsid w:val="00F53573"/>
    <w:rsid w:val="00F53C84"/>
    <w:rsid w:val="00F55EFF"/>
    <w:rsid w:val="00F56704"/>
    <w:rsid w:val="00F5699E"/>
    <w:rsid w:val="00F57894"/>
    <w:rsid w:val="00F57EC2"/>
    <w:rsid w:val="00F60A63"/>
    <w:rsid w:val="00F60E87"/>
    <w:rsid w:val="00F6232B"/>
    <w:rsid w:val="00F63696"/>
    <w:rsid w:val="00F63BB4"/>
    <w:rsid w:val="00F63F4E"/>
    <w:rsid w:val="00F652B0"/>
    <w:rsid w:val="00F6593F"/>
    <w:rsid w:val="00F65F91"/>
    <w:rsid w:val="00F66359"/>
    <w:rsid w:val="00F66B13"/>
    <w:rsid w:val="00F66E10"/>
    <w:rsid w:val="00F66E5C"/>
    <w:rsid w:val="00F712A4"/>
    <w:rsid w:val="00F71FEC"/>
    <w:rsid w:val="00F72D7D"/>
    <w:rsid w:val="00F72FC5"/>
    <w:rsid w:val="00F73B3A"/>
    <w:rsid w:val="00F74D60"/>
    <w:rsid w:val="00F761CE"/>
    <w:rsid w:val="00F762BA"/>
    <w:rsid w:val="00F76CA1"/>
    <w:rsid w:val="00F77ECA"/>
    <w:rsid w:val="00F80A1E"/>
    <w:rsid w:val="00F81A7D"/>
    <w:rsid w:val="00F820CD"/>
    <w:rsid w:val="00F82722"/>
    <w:rsid w:val="00F835AF"/>
    <w:rsid w:val="00F840AA"/>
    <w:rsid w:val="00F8468B"/>
    <w:rsid w:val="00F84755"/>
    <w:rsid w:val="00F8480D"/>
    <w:rsid w:val="00F85D31"/>
    <w:rsid w:val="00F865B4"/>
    <w:rsid w:val="00F900F4"/>
    <w:rsid w:val="00F90248"/>
    <w:rsid w:val="00F904FC"/>
    <w:rsid w:val="00F90EAF"/>
    <w:rsid w:val="00F91252"/>
    <w:rsid w:val="00F91682"/>
    <w:rsid w:val="00F92180"/>
    <w:rsid w:val="00F92A03"/>
    <w:rsid w:val="00F92E96"/>
    <w:rsid w:val="00F940EA"/>
    <w:rsid w:val="00F94365"/>
    <w:rsid w:val="00F9450C"/>
    <w:rsid w:val="00F95001"/>
    <w:rsid w:val="00F97437"/>
    <w:rsid w:val="00FA044A"/>
    <w:rsid w:val="00FA2B90"/>
    <w:rsid w:val="00FA2CD8"/>
    <w:rsid w:val="00FA2D97"/>
    <w:rsid w:val="00FA5699"/>
    <w:rsid w:val="00FA6242"/>
    <w:rsid w:val="00FA71A8"/>
    <w:rsid w:val="00FB0C21"/>
    <w:rsid w:val="00FB2EE0"/>
    <w:rsid w:val="00FB3D09"/>
    <w:rsid w:val="00FB4A81"/>
    <w:rsid w:val="00FB6059"/>
    <w:rsid w:val="00FB6826"/>
    <w:rsid w:val="00FB6CEB"/>
    <w:rsid w:val="00FC0F9A"/>
    <w:rsid w:val="00FC1049"/>
    <w:rsid w:val="00FC2095"/>
    <w:rsid w:val="00FC3560"/>
    <w:rsid w:val="00FC3D99"/>
    <w:rsid w:val="00FC4E1C"/>
    <w:rsid w:val="00FC53F4"/>
    <w:rsid w:val="00FC69E1"/>
    <w:rsid w:val="00FC70C4"/>
    <w:rsid w:val="00FC7638"/>
    <w:rsid w:val="00FC76EF"/>
    <w:rsid w:val="00FD1A26"/>
    <w:rsid w:val="00FD2D1A"/>
    <w:rsid w:val="00FD4552"/>
    <w:rsid w:val="00FD45C0"/>
    <w:rsid w:val="00FD4F8C"/>
    <w:rsid w:val="00FD5599"/>
    <w:rsid w:val="00FD5AFA"/>
    <w:rsid w:val="00FD6426"/>
    <w:rsid w:val="00FD6A3F"/>
    <w:rsid w:val="00FE0102"/>
    <w:rsid w:val="00FE0F96"/>
    <w:rsid w:val="00FE1498"/>
    <w:rsid w:val="00FE17D9"/>
    <w:rsid w:val="00FE187D"/>
    <w:rsid w:val="00FE1A50"/>
    <w:rsid w:val="00FE1CBC"/>
    <w:rsid w:val="00FE2A99"/>
    <w:rsid w:val="00FE3BE1"/>
    <w:rsid w:val="00FE5090"/>
    <w:rsid w:val="00FE5196"/>
    <w:rsid w:val="00FE6B68"/>
    <w:rsid w:val="00FE7ADF"/>
    <w:rsid w:val="00FE7CD5"/>
    <w:rsid w:val="00FF228B"/>
    <w:rsid w:val="00FF27F6"/>
    <w:rsid w:val="00FF381F"/>
    <w:rsid w:val="00FF4597"/>
    <w:rsid w:val="00FF47A1"/>
    <w:rsid w:val="00FF6CE5"/>
    <w:rsid w:val="00FF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D87"/>
    <w:pPr>
      <w:spacing w:after="200" w:line="276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gwek3">
    <w:name w:val="Nagłówek3"/>
    <w:basedOn w:val="Normal"/>
    <w:next w:val="Subtitle"/>
    <w:uiPriority w:val="99"/>
    <w:rsid w:val="00EB6D87"/>
    <w:pPr>
      <w:suppressAutoHyphens/>
      <w:spacing w:after="0" w:line="240" w:lineRule="auto"/>
      <w:jc w:val="center"/>
    </w:pPr>
    <w:rPr>
      <w:b/>
      <w:bCs/>
      <w:sz w:val="32"/>
      <w:szCs w:val="32"/>
      <w:lang w:eastAsia="zh-CN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EB6D87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B6D87"/>
    <w:rPr>
      <w:rFonts w:ascii="Arial" w:hAnsi="Arial" w:cs="Arial"/>
      <w:i/>
      <w:iCs/>
      <w:sz w:val="28"/>
      <w:szCs w:val="28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EB6D8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B6D87"/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B6D87"/>
    <w:pPr>
      <w:tabs>
        <w:tab w:val="center" w:pos="4536"/>
        <w:tab w:val="right" w:pos="9072"/>
      </w:tabs>
      <w:suppressAutoHyphens/>
      <w:spacing w:after="0" w:line="240" w:lineRule="auto"/>
    </w:pPr>
    <w:rPr>
      <w:sz w:val="20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B6D87"/>
    <w:rPr>
      <w:rFonts w:eastAsia="Times New Roman"/>
      <w:sz w:val="20"/>
      <w:szCs w:val="20"/>
      <w:lang w:eastAsia="zh-CN"/>
    </w:rPr>
  </w:style>
  <w:style w:type="paragraph" w:styleId="ListParagraph">
    <w:name w:val="List Paragraph"/>
    <w:basedOn w:val="Normal"/>
    <w:uiPriority w:val="99"/>
    <w:qFormat/>
    <w:rsid w:val="00EB6D87"/>
    <w:pPr>
      <w:ind w:left="720"/>
    </w:pPr>
  </w:style>
  <w:style w:type="paragraph" w:styleId="Footer">
    <w:name w:val="footer"/>
    <w:basedOn w:val="Normal"/>
    <w:link w:val="FooterChar"/>
    <w:uiPriority w:val="99"/>
    <w:rsid w:val="00EB6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B6D87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982</Words>
  <Characters>5895</Characters>
  <Application>Microsoft Office Outlook</Application>
  <DocSecurity>0</DocSecurity>
  <Lines>0</Lines>
  <Paragraphs>0</Paragraphs>
  <ScaleCrop>false</ScaleCrop>
  <Company>UM Krotoszyn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</dc:title>
  <dc:subject/>
  <dc:creator>user</dc:creator>
  <cp:keywords/>
  <dc:description/>
  <cp:lastModifiedBy>mw</cp:lastModifiedBy>
  <cp:revision>4</cp:revision>
  <cp:lastPrinted>2021-12-28T13:48:00Z</cp:lastPrinted>
  <dcterms:created xsi:type="dcterms:W3CDTF">2021-12-28T13:16:00Z</dcterms:created>
  <dcterms:modified xsi:type="dcterms:W3CDTF">2021-12-28T13:48:00Z</dcterms:modified>
</cp:coreProperties>
</file>